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22F0F608" w14:textId="77777777" w:rsidR="00BD1192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BD1192">
        <w:rPr>
          <w:b/>
          <w:color w:val="FF5200" w:themeColor="accent2"/>
          <w:sz w:val="36"/>
          <w:szCs w:val="36"/>
        </w:rPr>
        <w:t>„</w:t>
      </w:r>
      <w:r w:rsidR="00BD1192" w:rsidRPr="00BD1192">
        <w:rPr>
          <w:b/>
          <w:color w:val="FF5200" w:themeColor="accent2"/>
          <w:sz w:val="36"/>
          <w:szCs w:val="36"/>
        </w:rPr>
        <w:t>Diagnostika a přepočty strategických přemostění v oblasti OŘ Ústí nad Labem – II. etapa</w:t>
      </w:r>
      <w:r w:rsidR="0031280B" w:rsidRPr="00BD1192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</w:t>
      </w:r>
    </w:p>
    <w:p w14:paraId="61822E16" w14:textId="77777777" w:rsidR="00BD1192" w:rsidRPr="00BD1192" w:rsidRDefault="00BD1192" w:rsidP="00B87D91">
      <w:pPr>
        <w:rPr>
          <w:b/>
          <w:color w:val="FF5200" w:themeColor="accent2"/>
        </w:rPr>
      </w:pPr>
    </w:p>
    <w:p w14:paraId="523FE11F" w14:textId="292B499A" w:rsidR="008B1A2C" w:rsidRDefault="000128D4" w:rsidP="00B87D91">
      <w:pPr>
        <w:rPr>
          <w:rFonts w:eastAsia="Times New Roman" w:cs="Times New Roman"/>
          <w:b/>
          <w:color w:val="FF5200" w:themeColor="accent2"/>
          <w:sz w:val="28"/>
          <w:szCs w:val="28"/>
          <w:highlight w:val="yellow"/>
          <w:lang w:eastAsia="cs-CZ"/>
        </w:rPr>
      </w:pPr>
      <w:r w:rsidRPr="00BD1192">
        <w:rPr>
          <w:b/>
          <w:color w:val="FF5200" w:themeColor="accent2"/>
          <w:sz w:val="28"/>
          <w:szCs w:val="28"/>
        </w:rPr>
        <w:t xml:space="preserve">vedené pod </w:t>
      </w:r>
      <w:r w:rsidRPr="00BD1192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č.j</w:t>
      </w:r>
      <w:r w:rsidRPr="00C94BAE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 xml:space="preserve">. </w:t>
      </w:r>
      <w:r w:rsidR="00C94BAE" w:rsidRPr="00C94BAE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20688</w:t>
      </w:r>
      <w:bookmarkStart w:id="0" w:name="_GoBack"/>
      <w:bookmarkEnd w:id="0"/>
      <w:r w:rsidR="00C94BAE" w:rsidRPr="00C94BAE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/2023-SŽ-OŘ UNL-OVZ</w:t>
      </w:r>
    </w:p>
    <w:p w14:paraId="3684A2B2" w14:textId="77777777" w:rsidR="00293B61" w:rsidRPr="00BD1192" w:rsidRDefault="00293B61" w:rsidP="00B87D91">
      <w:pPr>
        <w:rPr>
          <w:b/>
          <w:color w:val="FF5200" w:themeColor="accent2"/>
          <w:sz w:val="28"/>
          <w:szCs w:val="28"/>
        </w:rPr>
      </w:pP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60CD344D" w14:textId="544F925D" w:rsidR="00293B61" w:rsidRDefault="00A93A7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38838502" w:history="1">
            <w:r w:rsidR="00293B61" w:rsidRPr="008623F0">
              <w:rPr>
                <w:rStyle w:val="Hypertextovodkaz"/>
                <w:noProof/>
              </w:rPr>
              <w:t>Kapitola 1.</w:t>
            </w:r>
            <w:r w:rsidR="00293B61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293B61" w:rsidRPr="008623F0">
              <w:rPr>
                <w:rStyle w:val="Hypertextovodkaz"/>
                <w:noProof/>
              </w:rPr>
              <w:t>Základní údaje k nabídce</w:t>
            </w:r>
            <w:r w:rsidR="00293B61">
              <w:rPr>
                <w:noProof/>
                <w:webHidden/>
              </w:rPr>
              <w:tab/>
            </w:r>
            <w:r w:rsidR="00293B61">
              <w:rPr>
                <w:noProof/>
                <w:webHidden/>
              </w:rPr>
              <w:fldChar w:fldCharType="begin"/>
            </w:r>
            <w:r w:rsidR="00293B61">
              <w:rPr>
                <w:noProof/>
                <w:webHidden/>
              </w:rPr>
              <w:instrText xml:space="preserve"> PAGEREF _Toc138838502 \h </w:instrText>
            </w:r>
            <w:r w:rsidR="00293B61">
              <w:rPr>
                <w:noProof/>
                <w:webHidden/>
              </w:rPr>
            </w:r>
            <w:r w:rsidR="00293B61">
              <w:rPr>
                <w:noProof/>
                <w:webHidden/>
              </w:rPr>
              <w:fldChar w:fldCharType="separate"/>
            </w:r>
            <w:r w:rsidR="00293B61">
              <w:rPr>
                <w:noProof/>
                <w:webHidden/>
              </w:rPr>
              <w:t>2</w:t>
            </w:r>
            <w:r w:rsidR="00293B61">
              <w:rPr>
                <w:noProof/>
                <w:webHidden/>
              </w:rPr>
              <w:fldChar w:fldCharType="end"/>
            </w:r>
          </w:hyperlink>
        </w:p>
        <w:p w14:paraId="3B5C4677" w14:textId="3991FE2C" w:rsidR="00293B61" w:rsidRDefault="00C94BA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8838503" w:history="1">
            <w:r w:rsidR="00293B61" w:rsidRPr="008623F0">
              <w:rPr>
                <w:rStyle w:val="Hypertextovodkaz"/>
                <w:noProof/>
              </w:rPr>
              <w:t>Kapitola 2.</w:t>
            </w:r>
            <w:r w:rsidR="00293B61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293B61" w:rsidRPr="008623F0">
              <w:rPr>
                <w:rStyle w:val="Hypertextovodkaz"/>
                <w:noProof/>
              </w:rPr>
              <w:t>Čestné prohlášení o splnění základní způsobilosti</w:t>
            </w:r>
            <w:r w:rsidR="00293B61">
              <w:rPr>
                <w:noProof/>
                <w:webHidden/>
              </w:rPr>
              <w:tab/>
            </w:r>
            <w:r w:rsidR="00293B61">
              <w:rPr>
                <w:noProof/>
                <w:webHidden/>
              </w:rPr>
              <w:fldChar w:fldCharType="begin"/>
            </w:r>
            <w:r w:rsidR="00293B61">
              <w:rPr>
                <w:noProof/>
                <w:webHidden/>
              </w:rPr>
              <w:instrText xml:space="preserve"> PAGEREF _Toc138838503 \h </w:instrText>
            </w:r>
            <w:r w:rsidR="00293B61">
              <w:rPr>
                <w:noProof/>
                <w:webHidden/>
              </w:rPr>
            </w:r>
            <w:r w:rsidR="00293B61">
              <w:rPr>
                <w:noProof/>
                <w:webHidden/>
              </w:rPr>
              <w:fldChar w:fldCharType="separate"/>
            </w:r>
            <w:r w:rsidR="00293B61">
              <w:rPr>
                <w:noProof/>
                <w:webHidden/>
              </w:rPr>
              <w:t>3</w:t>
            </w:r>
            <w:r w:rsidR="00293B61">
              <w:rPr>
                <w:noProof/>
                <w:webHidden/>
              </w:rPr>
              <w:fldChar w:fldCharType="end"/>
            </w:r>
          </w:hyperlink>
        </w:p>
        <w:p w14:paraId="5E080A90" w14:textId="0F2E903F" w:rsidR="00293B61" w:rsidRDefault="00C94BA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8838504" w:history="1">
            <w:r w:rsidR="00293B61" w:rsidRPr="008623F0">
              <w:rPr>
                <w:rStyle w:val="Hypertextovodkaz"/>
                <w:noProof/>
              </w:rPr>
              <w:t>Kapitola 3.</w:t>
            </w:r>
            <w:r w:rsidR="00293B61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293B61" w:rsidRPr="008623F0">
              <w:rPr>
                <w:rStyle w:val="Hypertextovodkaz"/>
                <w:noProof/>
              </w:rPr>
              <w:t>Čestné prohlášení účastníka o střetu zájmů</w:t>
            </w:r>
            <w:r w:rsidR="00293B61">
              <w:rPr>
                <w:noProof/>
                <w:webHidden/>
              </w:rPr>
              <w:tab/>
            </w:r>
            <w:r w:rsidR="00293B61">
              <w:rPr>
                <w:noProof/>
                <w:webHidden/>
              </w:rPr>
              <w:fldChar w:fldCharType="begin"/>
            </w:r>
            <w:r w:rsidR="00293B61">
              <w:rPr>
                <w:noProof/>
                <w:webHidden/>
              </w:rPr>
              <w:instrText xml:space="preserve"> PAGEREF _Toc138838504 \h </w:instrText>
            </w:r>
            <w:r w:rsidR="00293B61">
              <w:rPr>
                <w:noProof/>
                <w:webHidden/>
              </w:rPr>
            </w:r>
            <w:r w:rsidR="00293B61">
              <w:rPr>
                <w:noProof/>
                <w:webHidden/>
              </w:rPr>
              <w:fldChar w:fldCharType="separate"/>
            </w:r>
            <w:r w:rsidR="00293B61">
              <w:rPr>
                <w:noProof/>
                <w:webHidden/>
              </w:rPr>
              <w:t>4</w:t>
            </w:r>
            <w:r w:rsidR="00293B61">
              <w:rPr>
                <w:noProof/>
                <w:webHidden/>
              </w:rPr>
              <w:fldChar w:fldCharType="end"/>
            </w:r>
          </w:hyperlink>
        </w:p>
        <w:p w14:paraId="758A0D27" w14:textId="3B671FD2" w:rsidR="00293B61" w:rsidRDefault="00C94BA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8838505" w:history="1">
            <w:r w:rsidR="00293B61" w:rsidRPr="008623F0">
              <w:rPr>
                <w:rStyle w:val="Hypertextovodkaz"/>
                <w:noProof/>
              </w:rPr>
              <w:t>Kapitola 4.</w:t>
            </w:r>
            <w:r w:rsidR="00293B61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293B61" w:rsidRPr="008623F0">
              <w:rPr>
                <w:rStyle w:val="Hypertextovodkaz"/>
                <w:noProof/>
              </w:rPr>
              <w:t>Čestné prohlášení účastníka k neuzavření zakázaných dohod</w:t>
            </w:r>
            <w:r w:rsidR="00293B61">
              <w:rPr>
                <w:noProof/>
                <w:webHidden/>
              </w:rPr>
              <w:tab/>
            </w:r>
            <w:r w:rsidR="00293B61">
              <w:rPr>
                <w:noProof/>
                <w:webHidden/>
              </w:rPr>
              <w:fldChar w:fldCharType="begin"/>
            </w:r>
            <w:r w:rsidR="00293B61">
              <w:rPr>
                <w:noProof/>
                <w:webHidden/>
              </w:rPr>
              <w:instrText xml:space="preserve"> PAGEREF _Toc138838505 \h </w:instrText>
            </w:r>
            <w:r w:rsidR="00293B61">
              <w:rPr>
                <w:noProof/>
                <w:webHidden/>
              </w:rPr>
            </w:r>
            <w:r w:rsidR="00293B61">
              <w:rPr>
                <w:noProof/>
                <w:webHidden/>
              </w:rPr>
              <w:fldChar w:fldCharType="separate"/>
            </w:r>
            <w:r w:rsidR="00293B61">
              <w:rPr>
                <w:noProof/>
                <w:webHidden/>
              </w:rPr>
              <w:t>5</w:t>
            </w:r>
            <w:r w:rsidR="00293B61">
              <w:rPr>
                <w:noProof/>
                <w:webHidden/>
              </w:rPr>
              <w:fldChar w:fldCharType="end"/>
            </w:r>
          </w:hyperlink>
        </w:p>
        <w:p w14:paraId="4C277F03" w14:textId="3B250BA5" w:rsidR="00293B61" w:rsidRDefault="00C94BA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8838506" w:history="1">
            <w:r w:rsidR="00293B61" w:rsidRPr="008623F0">
              <w:rPr>
                <w:rStyle w:val="Hypertextovodkaz"/>
                <w:noProof/>
              </w:rPr>
              <w:t>Kapitola 5.</w:t>
            </w:r>
            <w:r w:rsidR="00293B61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293B61" w:rsidRPr="008623F0">
              <w:rPr>
                <w:rStyle w:val="Hypertextovodkaz"/>
                <w:noProof/>
              </w:rPr>
              <w:t>Čestné prohlášení o splnění technické kvalifikace</w:t>
            </w:r>
            <w:r w:rsidR="00293B61">
              <w:rPr>
                <w:noProof/>
                <w:webHidden/>
              </w:rPr>
              <w:tab/>
            </w:r>
            <w:r w:rsidR="00293B61">
              <w:rPr>
                <w:noProof/>
                <w:webHidden/>
              </w:rPr>
              <w:fldChar w:fldCharType="begin"/>
            </w:r>
            <w:r w:rsidR="00293B61">
              <w:rPr>
                <w:noProof/>
                <w:webHidden/>
              </w:rPr>
              <w:instrText xml:space="preserve"> PAGEREF _Toc138838506 \h </w:instrText>
            </w:r>
            <w:r w:rsidR="00293B61">
              <w:rPr>
                <w:noProof/>
                <w:webHidden/>
              </w:rPr>
            </w:r>
            <w:r w:rsidR="00293B61">
              <w:rPr>
                <w:noProof/>
                <w:webHidden/>
              </w:rPr>
              <w:fldChar w:fldCharType="separate"/>
            </w:r>
            <w:r w:rsidR="00293B61">
              <w:rPr>
                <w:noProof/>
                <w:webHidden/>
              </w:rPr>
              <w:t>6</w:t>
            </w:r>
            <w:r w:rsidR="00293B61">
              <w:rPr>
                <w:noProof/>
                <w:webHidden/>
              </w:rPr>
              <w:fldChar w:fldCharType="end"/>
            </w:r>
          </w:hyperlink>
        </w:p>
        <w:p w14:paraId="22407B05" w14:textId="63E5B0AA" w:rsidR="00293B61" w:rsidRDefault="00C94BA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8838507" w:history="1">
            <w:r w:rsidR="00293B61" w:rsidRPr="008623F0">
              <w:rPr>
                <w:rStyle w:val="Hypertextovodkaz"/>
                <w:noProof/>
              </w:rPr>
              <w:t>Kapitola 6.</w:t>
            </w:r>
            <w:r w:rsidR="00293B61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293B61" w:rsidRPr="008623F0">
              <w:rPr>
                <w:rStyle w:val="Hypertextovodkaz"/>
                <w:noProof/>
              </w:rPr>
              <w:t>Seznam osob</w:t>
            </w:r>
            <w:r w:rsidR="00293B61">
              <w:rPr>
                <w:noProof/>
                <w:webHidden/>
              </w:rPr>
              <w:tab/>
            </w:r>
            <w:r w:rsidR="00293B61">
              <w:rPr>
                <w:noProof/>
                <w:webHidden/>
              </w:rPr>
              <w:fldChar w:fldCharType="begin"/>
            </w:r>
            <w:r w:rsidR="00293B61">
              <w:rPr>
                <w:noProof/>
                <w:webHidden/>
              </w:rPr>
              <w:instrText xml:space="preserve"> PAGEREF _Toc138838507 \h </w:instrText>
            </w:r>
            <w:r w:rsidR="00293B61">
              <w:rPr>
                <w:noProof/>
                <w:webHidden/>
              </w:rPr>
            </w:r>
            <w:r w:rsidR="00293B61">
              <w:rPr>
                <w:noProof/>
                <w:webHidden/>
              </w:rPr>
              <w:fldChar w:fldCharType="separate"/>
            </w:r>
            <w:r w:rsidR="00293B61">
              <w:rPr>
                <w:noProof/>
                <w:webHidden/>
              </w:rPr>
              <w:t>7</w:t>
            </w:r>
            <w:r w:rsidR="00293B61">
              <w:rPr>
                <w:noProof/>
                <w:webHidden/>
              </w:rPr>
              <w:fldChar w:fldCharType="end"/>
            </w:r>
          </w:hyperlink>
        </w:p>
        <w:p w14:paraId="1EBC3BFF" w14:textId="036F1EDC" w:rsidR="00293B61" w:rsidRDefault="00C94BA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8838508" w:history="1">
            <w:r w:rsidR="00293B61" w:rsidRPr="008623F0">
              <w:rPr>
                <w:rStyle w:val="Hypertextovodkaz"/>
                <w:noProof/>
              </w:rPr>
              <w:t>Kapitola 7.</w:t>
            </w:r>
            <w:r w:rsidR="00293B61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293B61" w:rsidRPr="008623F0">
              <w:rPr>
                <w:rStyle w:val="Hypertextovodkaz"/>
                <w:noProof/>
              </w:rPr>
              <w:t>Čestné prohlášení o ekonomické kvalifikaci</w:t>
            </w:r>
            <w:r w:rsidR="00293B61">
              <w:rPr>
                <w:noProof/>
                <w:webHidden/>
              </w:rPr>
              <w:tab/>
            </w:r>
            <w:r w:rsidR="00293B61">
              <w:rPr>
                <w:noProof/>
                <w:webHidden/>
              </w:rPr>
              <w:fldChar w:fldCharType="begin"/>
            </w:r>
            <w:r w:rsidR="00293B61">
              <w:rPr>
                <w:noProof/>
                <w:webHidden/>
              </w:rPr>
              <w:instrText xml:space="preserve"> PAGEREF _Toc138838508 \h </w:instrText>
            </w:r>
            <w:r w:rsidR="00293B61">
              <w:rPr>
                <w:noProof/>
                <w:webHidden/>
              </w:rPr>
            </w:r>
            <w:r w:rsidR="00293B61">
              <w:rPr>
                <w:noProof/>
                <w:webHidden/>
              </w:rPr>
              <w:fldChar w:fldCharType="separate"/>
            </w:r>
            <w:r w:rsidR="00293B61">
              <w:rPr>
                <w:noProof/>
                <w:webHidden/>
              </w:rPr>
              <w:t>8</w:t>
            </w:r>
            <w:r w:rsidR="00293B61">
              <w:rPr>
                <w:noProof/>
                <w:webHidden/>
              </w:rPr>
              <w:fldChar w:fldCharType="end"/>
            </w:r>
          </w:hyperlink>
        </w:p>
        <w:p w14:paraId="36565C8F" w14:textId="16644B50" w:rsidR="00293B61" w:rsidRDefault="00C94BA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8838509" w:history="1">
            <w:r w:rsidR="00293B61" w:rsidRPr="008623F0">
              <w:rPr>
                <w:rStyle w:val="Hypertextovodkaz"/>
                <w:rFonts w:eastAsia="Times New Roman"/>
                <w:noProof/>
              </w:rPr>
              <w:t>Kapitola 8.</w:t>
            </w:r>
            <w:r w:rsidR="00293B61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293B61" w:rsidRPr="008623F0">
              <w:rPr>
                <w:rStyle w:val="Hypertextovodkaz"/>
                <w:noProof/>
              </w:rPr>
              <w:t>Čestné</w:t>
            </w:r>
            <w:r w:rsidR="00293B61" w:rsidRPr="008623F0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293B61">
              <w:rPr>
                <w:rStyle w:val="Hypertextovodkaz"/>
                <w:rFonts w:eastAsia="Times New Roman"/>
                <w:noProof/>
              </w:rPr>
              <w:tab/>
            </w:r>
            <w:r w:rsidR="00293B61">
              <w:rPr>
                <w:noProof/>
                <w:webHidden/>
              </w:rPr>
              <w:tab/>
            </w:r>
            <w:r w:rsidR="00293B61">
              <w:rPr>
                <w:noProof/>
                <w:webHidden/>
              </w:rPr>
              <w:fldChar w:fldCharType="begin"/>
            </w:r>
            <w:r w:rsidR="00293B61">
              <w:rPr>
                <w:noProof/>
                <w:webHidden/>
              </w:rPr>
              <w:instrText xml:space="preserve"> PAGEREF _Toc138838509 \h </w:instrText>
            </w:r>
            <w:r w:rsidR="00293B61">
              <w:rPr>
                <w:noProof/>
                <w:webHidden/>
              </w:rPr>
            </w:r>
            <w:r w:rsidR="00293B61">
              <w:rPr>
                <w:noProof/>
                <w:webHidden/>
              </w:rPr>
              <w:fldChar w:fldCharType="separate"/>
            </w:r>
            <w:r w:rsidR="00293B61">
              <w:rPr>
                <w:noProof/>
                <w:webHidden/>
              </w:rPr>
              <w:t>9</w:t>
            </w:r>
            <w:r w:rsidR="00293B61">
              <w:rPr>
                <w:noProof/>
                <w:webHidden/>
              </w:rPr>
              <w:fldChar w:fldCharType="end"/>
            </w:r>
          </w:hyperlink>
        </w:p>
        <w:p w14:paraId="2A29B942" w14:textId="5D13834A" w:rsidR="00293B61" w:rsidRDefault="00C94BA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8838510" w:history="1">
            <w:r w:rsidR="00293B61" w:rsidRPr="008623F0">
              <w:rPr>
                <w:rStyle w:val="Hypertextovodkaz"/>
                <w:rFonts w:eastAsia="Times New Roman"/>
                <w:noProof/>
              </w:rPr>
              <w:t>Kapitola 9.</w:t>
            </w:r>
            <w:r w:rsidR="00293B61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293B61" w:rsidRPr="008623F0">
              <w:rPr>
                <w:rStyle w:val="Hypertextovodkaz"/>
                <w:noProof/>
              </w:rPr>
              <w:t>Čestné</w:t>
            </w:r>
            <w:r w:rsidR="00293B61" w:rsidRPr="008623F0">
              <w:rPr>
                <w:rStyle w:val="Hypertextovodkaz"/>
                <w:rFonts w:eastAsia="Times New Roman"/>
                <w:noProof/>
              </w:rPr>
              <w:t xml:space="preserve"> prohlášení o poddodavatelích</w:t>
            </w:r>
            <w:r w:rsidR="00293B61">
              <w:rPr>
                <w:noProof/>
                <w:webHidden/>
              </w:rPr>
              <w:tab/>
            </w:r>
            <w:r w:rsidR="00293B61">
              <w:rPr>
                <w:noProof/>
                <w:webHidden/>
              </w:rPr>
              <w:fldChar w:fldCharType="begin"/>
            </w:r>
            <w:r w:rsidR="00293B61">
              <w:rPr>
                <w:noProof/>
                <w:webHidden/>
              </w:rPr>
              <w:instrText xml:space="preserve"> PAGEREF _Toc138838510 \h </w:instrText>
            </w:r>
            <w:r w:rsidR="00293B61">
              <w:rPr>
                <w:noProof/>
                <w:webHidden/>
              </w:rPr>
            </w:r>
            <w:r w:rsidR="00293B61">
              <w:rPr>
                <w:noProof/>
                <w:webHidden/>
              </w:rPr>
              <w:fldChar w:fldCharType="separate"/>
            </w:r>
            <w:r w:rsidR="00293B61">
              <w:rPr>
                <w:noProof/>
                <w:webHidden/>
              </w:rPr>
              <w:t>10</w:t>
            </w:r>
            <w:r w:rsidR="00293B61">
              <w:rPr>
                <w:noProof/>
                <w:webHidden/>
              </w:rPr>
              <w:fldChar w:fldCharType="end"/>
            </w:r>
          </w:hyperlink>
        </w:p>
        <w:p w14:paraId="1DB4F49E" w14:textId="6A347B6E" w:rsidR="00293B61" w:rsidRDefault="00C94BA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8838511" w:history="1">
            <w:r w:rsidR="00293B61" w:rsidRPr="008623F0">
              <w:rPr>
                <w:rStyle w:val="Hypertextovodkaz"/>
                <w:rFonts w:eastAsia="Times New Roman"/>
                <w:noProof/>
              </w:rPr>
              <w:t>Kapitola 10.</w:t>
            </w:r>
            <w:r w:rsidR="00293B61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293B61" w:rsidRPr="008623F0">
              <w:rPr>
                <w:rStyle w:val="Hypertextovodkaz"/>
                <w:noProof/>
              </w:rPr>
              <w:t>Seznam zaměstnanců účastníka, u kterých je požadována odborná způsobilost v souladu s předpisem SŽ Zam1</w:t>
            </w:r>
            <w:r w:rsidR="00293B61">
              <w:rPr>
                <w:noProof/>
                <w:webHidden/>
              </w:rPr>
              <w:tab/>
            </w:r>
            <w:r w:rsidR="00293B61">
              <w:rPr>
                <w:noProof/>
                <w:webHidden/>
              </w:rPr>
              <w:fldChar w:fldCharType="begin"/>
            </w:r>
            <w:r w:rsidR="00293B61">
              <w:rPr>
                <w:noProof/>
                <w:webHidden/>
              </w:rPr>
              <w:instrText xml:space="preserve"> PAGEREF _Toc138838511 \h </w:instrText>
            </w:r>
            <w:r w:rsidR="00293B61">
              <w:rPr>
                <w:noProof/>
                <w:webHidden/>
              </w:rPr>
            </w:r>
            <w:r w:rsidR="00293B61">
              <w:rPr>
                <w:noProof/>
                <w:webHidden/>
              </w:rPr>
              <w:fldChar w:fldCharType="separate"/>
            </w:r>
            <w:r w:rsidR="00293B61">
              <w:rPr>
                <w:noProof/>
                <w:webHidden/>
              </w:rPr>
              <w:t>11</w:t>
            </w:r>
            <w:r w:rsidR="00293B61">
              <w:rPr>
                <w:noProof/>
                <w:webHidden/>
              </w:rPr>
              <w:fldChar w:fldCharType="end"/>
            </w:r>
          </w:hyperlink>
        </w:p>
        <w:p w14:paraId="42190A7E" w14:textId="7595FEFE" w:rsidR="00293B61" w:rsidRDefault="00C94BA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8838512" w:history="1">
            <w:r w:rsidR="00293B61" w:rsidRPr="008623F0">
              <w:rPr>
                <w:rStyle w:val="Hypertextovodkaz"/>
                <w:noProof/>
                <w:lang w:eastAsia="cs-CZ"/>
              </w:rPr>
              <w:t>Kapitola 11.</w:t>
            </w:r>
            <w:r w:rsidR="00293B61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293B61" w:rsidRPr="008623F0">
              <w:rPr>
                <w:rStyle w:val="Hypertextovodkaz"/>
                <w:noProof/>
              </w:rPr>
              <w:t>Čestné</w:t>
            </w:r>
            <w:r w:rsidR="00293B61" w:rsidRPr="008623F0">
              <w:rPr>
                <w:rStyle w:val="Hypertextovodkaz"/>
                <w:rFonts w:eastAsia="Times New Roman"/>
                <w:noProof/>
              </w:rPr>
              <w:t xml:space="preserve"> prohlášení o oprávnění ke vstupu do provozované železniční dopravní cesty</w:t>
            </w:r>
            <w:r w:rsidR="00293B61">
              <w:rPr>
                <w:rStyle w:val="Hypertextovodkaz"/>
                <w:rFonts w:eastAsia="Times New Roman"/>
                <w:noProof/>
              </w:rPr>
              <w:tab/>
            </w:r>
            <w:r w:rsidR="00293B61">
              <w:rPr>
                <w:noProof/>
                <w:webHidden/>
              </w:rPr>
              <w:tab/>
            </w:r>
            <w:r w:rsidR="00293B61">
              <w:rPr>
                <w:noProof/>
                <w:webHidden/>
              </w:rPr>
              <w:fldChar w:fldCharType="begin"/>
            </w:r>
            <w:r w:rsidR="00293B61">
              <w:rPr>
                <w:noProof/>
                <w:webHidden/>
              </w:rPr>
              <w:instrText xml:space="preserve"> PAGEREF _Toc138838512 \h </w:instrText>
            </w:r>
            <w:r w:rsidR="00293B61">
              <w:rPr>
                <w:noProof/>
                <w:webHidden/>
              </w:rPr>
            </w:r>
            <w:r w:rsidR="00293B61">
              <w:rPr>
                <w:noProof/>
                <w:webHidden/>
              </w:rPr>
              <w:fldChar w:fldCharType="separate"/>
            </w:r>
            <w:r w:rsidR="00293B61">
              <w:rPr>
                <w:noProof/>
                <w:webHidden/>
              </w:rPr>
              <w:t>12</w:t>
            </w:r>
            <w:r w:rsidR="00293B61">
              <w:rPr>
                <w:noProof/>
                <w:webHidden/>
              </w:rPr>
              <w:fldChar w:fldCharType="end"/>
            </w:r>
          </w:hyperlink>
        </w:p>
        <w:p w14:paraId="218BAFDF" w14:textId="12CD15E2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38838502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EA444A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4F2B572B" w:rsidR="008B1A2C" w:rsidRPr="00EA444A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="00EA444A" w:rsidRPr="00EA444A">
        <w:rPr>
          <w:rFonts w:eastAsia="Times New Roman" w:cs="Times New Roman"/>
          <w:lang w:eastAsia="cs-CZ"/>
        </w:rPr>
        <w:t>Zakázku zadává organizační jednotka zadavatele:</w:t>
      </w:r>
    </w:p>
    <w:p w14:paraId="4CBBE62A" w14:textId="3B52C00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Oblastní ředitelství Ústí nad Labem</w:t>
      </w:r>
    </w:p>
    <w:p w14:paraId="709DFDE6" w14:textId="388498A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Ústí nad Labem, Železničářská 1386/31, PSČ 400 03</w:t>
      </w:r>
    </w:p>
    <w:p w14:paraId="084650EA" w14:textId="77777777" w:rsidR="00BD1192" w:rsidRDefault="00EA444A" w:rsidP="00BD1192">
      <w:pPr>
        <w:spacing w:after="0"/>
        <w:ind w:left="708"/>
      </w:pPr>
      <w:r>
        <w:rPr>
          <w:rFonts w:eastAsia="Times New Roman" w:cs="Times New Roman"/>
          <w:lang w:eastAsia="cs-CZ"/>
        </w:rPr>
        <w:tab/>
        <w:t>Zastoupená</w:t>
      </w:r>
      <w:r w:rsidR="00BD1192">
        <w:rPr>
          <w:rFonts w:eastAsia="Times New Roman" w:cs="Times New Roman"/>
          <w:lang w:eastAsia="cs-CZ"/>
        </w:rPr>
        <w:t xml:space="preserve">: </w:t>
      </w:r>
      <w:r w:rsidR="00BD1192" w:rsidRPr="00BD1192">
        <w:t>Ing. Martinem Kašparem, ředitelem Oblastního ředitelství,</w:t>
      </w:r>
    </w:p>
    <w:p w14:paraId="51E167B5" w14:textId="35962DFC" w:rsidR="00EA444A" w:rsidRPr="00BD1192" w:rsidRDefault="00BD1192" w:rsidP="00BD1192">
      <w:pPr>
        <w:spacing w:after="0"/>
        <w:ind w:left="2124"/>
      </w:pPr>
      <w:r>
        <w:t xml:space="preserve">        </w:t>
      </w:r>
      <w:r w:rsidRPr="00BD1192">
        <w:t>na základě pověření č. 2652 ze dne 22. 02. 2019</w:t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5D6EF14A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BD1192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042B8E6F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C94BAE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C94BAE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headerReference w:type="first" r:id="rId14"/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38838503"/>
      <w:r w:rsidRPr="006E5C6C"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5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38838504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EA444A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38838505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5" w:name="_Toc138838506"/>
      <w:r w:rsidRPr="00E85D44">
        <w:lastRenderedPageBreak/>
        <w:t>Čestné prohlášení o splnění technické kvalifikace</w:t>
      </w:r>
      <w:bookmarkEnd w:id="5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1CCF8EEB" w:rsidR="00E85D44" w:rsidRDefault="006E73DC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0128D4">
        <w:rPr>
          <w:rFonts w:eastAsia="Times New Roman" w:cs="Times New Roman"/>
          <w:lang w:eastAsia="cs-CZ"/>
        </w:rPr>
        <w:t xml:space="preserve">, </w:t>
      </w:r>
      <w:r w:rsidR="00E85D44">
        <w:rPr>
          <w:rFonts w:eastAsia="Times New Roman" w:cs="Times New Roman"/>
          <w:lang w:eastAsia="cs-CZ"/>
        </w:rPr>
        <w:t xml:space="preserve">který podává </w:t>
      </w:r>
      <w:r w:rsidR="000128D4"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</w:t>
      </w:r>
      <w:r w:rsidR="00BD1192">
        <w:rPr>
          <w:rFonts w:eastAsia="Times New Roman" w:cs="Times New Roman"/>
          <w:lang w:eastAsia="cs-CZ"/>
        </w:rPr>
        <w:t>ch</w:t>
      </w:r>
      <w:r w:rsidR="00E85D44">
        <w:rPr>
          <w:rFonts w:eastAsia="Times New Roman" w:cs="Times New Roman"/>
          <w:lang w:eastAsia="cs-CZ"/>
        </w:rPr>
        <w:t xml:space="preserve"> </w:t>
      </w:r>
      <w:r w:rsidR="00BD1192">
        <w:rPr>
          <w:rFonts w:eastAsia="Times New Roman" w:cs="Times New Roman"/>
          <w:lang w:eastAsia="cs-CZ"/>
        </w:rPr>
        <w:t>5 a 10 let</w:t>
      </w:r>
      <w:r w:rsidR="00E85D44">
        <w:rPr>
          <w:rFonts w:eastAsia="Times New Roman" w:cs="Times New Roman"/>
          <w:lang w:eastAsia="cs-CZ"/>
        </w:rPr>
        <w:t xml:space="preserve"> před zahájením zadávacího řízení poskytoval </w:t>
      </w:r>
      <w:r w:rsidR="00E85D44" w:rsidRPr="00BD1192">
        <w:rPr>
          <w:rFonts w:eastAsia="Times New Roman" w:cs="Times New Roman"/>
          <w:lang w:eastAsia="cs-CZ"/>
        </w:rPr>
        <w:t xml:space="preserve">alespoň </w:t>
      </w:r>
      <w:r w:rsidR="00BD1192" w:rsidRPr="00BD1192">
        <w:rPr>
          <w:rFonts w:eastAsia="Times New Roman" w:cs="Times New Roman"/>
          <w:lang w:eastAsia="cs-CZ"/>
        </w:rPr>
        <w:t>5</w:t>
      </w:r>
      <w:r w:rsidR="00E85D44" w:rsidRPr="00BD1192">
        <w:rPr>
          <w:rFonts w:eastAsia="Times New Roman" w:cs="Times New Roman"/>
          <w:lang w:eastAsia="cs-CZ"/>
        </w:rPr>
        <w:t xml:space="preserve"> významných služeb</w:t>
      </w:r>
      <w:r w:rsidR="00E85D44">
        <w:rPr>
          <w:rFonts w:eastAsia="Times New Roman" w:cs="Times New Roman"/>
          <w:lang w:eastAsia="cs-CZ"/>
        </w:rPr>
        <w:t xml:space="preserve"> definovaných v čl. </w:t>
      </w:r>
      <w:r w:rsidR="00BD1192" w:rsidRPr="00BD1192">
        <w:rPr>
          <w:rFonts w:eastAsia="Times New Roman" w:cs="Times New Roman"/>
          <w:lang w:eastAsia="cs-CZ"/>
        </w:rPr>
        <w:t>7.5.1.1</w:t>
      </w:r>
      <w:r w:rsidR="00BD1192">
        <w:rPr>
          <w:rFonts w:eastAsia="Times New Roman" w:cs="Times New Roman"/>
          <w:lang w:eastAsia="cs-CZ"/>
        </w:rPr>
        <w:t xml:space="preserve"> a) až c)</w:t>
      </w:r>
      <w:r w:rsidR="00E85D44">
        <w:rPr>
          <w:rFonts w:eastAsia="Times New Roman" w:cs="Times New Roman"/>
          <w:lang w:eastAsia="cs-CZ"/>
        </w:rPr>
        <w:t xml:space="preserve"> </w:t>
      </w:r>
      <w:r w:rsidR="00B87D91">
        <w:rPr>
          <w:rFonts w:eastAsia="Times New Roman" w:cs="Times New Roman"/>
          <w:lang w:eastAsia="cs-CZ"/>
        </w:rPr>
        <w:t>V</w:t>
      </w:r>
      <w:r w:rsidR="00E85D44">
        <w:rPr>
          <w:rFonts w:eastAsia="Times New Roman" w:cs="Times New Roman"/>
          <w:lang w:eastAsia="cs-CZ"/>
        </w:rPr>
        <w:t>ýzvy k podání nabídky.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690"/>
        <w:gridCol w:w="2127"/>
        <w:gridCol w:w="1953"/>
      </w:tblGrid>
      <w:tr w:rsidR="00E85D44" w14:paraId="403E89B3" w14:textId="77777777" w:rsidTr="00BD11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15C1E512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4BFE440A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</w:t>
            </w:r>
          </w:p>
        </w:tc>
        <w:tc>
          <w:tcPr>
            <w:tcW w:w="2690" w:type="dxa"/>
            <w:tcBorders>
              <w:bottom w:val="single" w:sz="2" w:space="0" w:color="auto"/>
            </w:tcBorders>
          </w:tcPr>
          <w:p w14:paraId="47971CF4" w14:textId="4A7D90A5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2127" w:type="dxa"/>
            <w:tcBorders>
              <w:bottom w:val="single" w:sz="2" w:space="0" w:color="auto"/>
            </w:tcBorders>
            <w:hideMark/>
          </w:tcPr>
          <w:p w14:paraId="7B33DD72" w14:textId="2D88EA4F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53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48507B3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(datum od-do, v rámci </w:t>
            </w:r>
            <w:r w:rsidR="00BD1192">
              <w:rPr>
                <w:rFonts w:eastAsia="Times New Roman" w:cs="Times New Roman"/>
                <w:spacing w:val="-6"/>
                <w:lang w:eastAsia="cs-CZ"/>
              </w:rPr>
              <w:t>5 a 10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 kalendářních let nazpět před zahájením zadávacího řízení)</w:t>
            </w:r>
          </w:p>
        </w:tc>
      </w:tr>
      <w:tr w:rsidR="00E85D44" w14:paraId="06926E11" w14:textId="77777777" w:rsidTr="00BD119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BD1192" w14:paraId="31D10B62" w14:textId="77777777" w:rsidTr="00BD119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5468E" w14:textId="77777777" w:rsidR="00BD1192" w:rsidRDefault="00BD1192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075CD" w14:textId="77777777" w:rsidR="00BD1192" w:rsidRDefault="00BD1192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dkaznakoment"/>
                <w:rFonts w:ascii="Arial" w:eastAsia="Times New Roman" w:hAnsi="Arial" w:cs="Times New Roman"/>
                <w:sz w:val="14"/>
                <w:szCs w:val="18"/>
                <w:lang w:eastAsia="cs-CZ"/>
              </w:rPr>
            </w:pP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40680" w14:textId="77777777" w:rsidR="00BD1192" w:rsidRDefault="00BD1192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A2BDA" w14:textId="77777777" w:rsidR="00BD1192" w:rsidRDefault="00BD1192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BD1192" w14:paraId="6176905D" w14:textId="77777777" w:rsidTr="00BD119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B2426" w14:textId="77777777" w:rsidR="00BD1192" w:rsidRDefault="00BD1192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69349" w14:textId="77777777" w:rsidR="00BD1192" w:rsidRDefault="00BD1192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dkaznakoment"/>
                <w:rFonts w:ascii="Arial" w:eastAsia="Times New Roman" w:hAnsi="Arial" w:cs="Times New Roman"/>
                <w:sz w:val="14"/>
                <w:szCs w:val="18"/>
                <w:lang w:eastAsia="cs-CZ"/>
              </w:rPr>
            </w:pP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D03F4" w14:textId="77777777" w:rsidR="00BD1192" w:rsidRDefault="00BD1192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D7677" w14:textId="77777777" w:rsidR="00BD1192" w:rsidRDefault="00BD1192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BD1192" w14:paraId="2C652C25" w14:textId="77777777" w:rsidTr="00BD119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0F937" w14:textId="77777777" w:rsidR="00BD1192" w:rsidRDefault="00BD1192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598D0" w14:textId="77777777" w:rsidR="00BD1192" w:rsidRDefault="00BD1192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dkaznakoment"/>
                <w:rFonts w:ascii="Arial" w:eastAsia="Times New Roman" w:hAnsi="Arial" w:cs="Times New Roman"/>
                <w:sz w:val="14"/>
                <w:szCs w:val="18"/>
                <w:lang w:eastAsia="cs-CZ"/>
              </w:rPr>
            </w:pP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41145" w14:textId="77777777" w:rsidR="00BD1192" w:rsidRDefault="00BD1192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75644" w14:textId="77777777" w:rsidR="00BD1192" w:rsidRDefault="00BD1192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BD119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6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127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6" w:name="_Toc58876012"/>
      <w:bookmarkStart w:id="7" w:name="_Toc138838507"/>
      <w:r>
        <w:t>Seznam osob</w:t>
      </w:r>
      <w:bookmarkEnd w:id="6"/>
      <w:bookmarkEnd w:id="7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AA11C4" w14:textId="7A7181F8" w:rsidR="00F44645" w:rsidRDefault="006E73DC" w:rsidP="00F4464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F44645">
        <w:rPr>
          <w:rFonts w:eastAsia="Times New Roman" w:cs="Times New Roman"/>
          <w:lang w:eastAsia="cs-CZ"/>
        </w:rPr>
        <w:t xml:space="preserve">, který podává tuto </w:t>
      </w:r>
      <w:r w:rsidR="00F44645" w:rsidRPr="000128D4">
        <w:rPr>
          <w:rFonts w:eastAsia="Times New Roman" w:cs="Times New Roman"/>
          <w:lang w:eastAsia="cs-CZ"/>
        </w:rPr>
        <w:t>nabídku</w:t>
      </w:r>
      <w:r w:rsidR="00F44645"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0"/>
        <w:gridCol w:w="4352"/>
      </w:tblGrid>
      <w:tr w:rsidR="00F44645" w:rsidRPr="00293B61" w14:paraId="23E1AAD0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083B475F" w14:textId="77777777" w:rsidR="00F44645" w:rsidRPr="00293B61" w:rsidRDefault="00F44645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293B61">
              <w:rPr>
                <w:rFonts w:eastAsia="Times New Roman" w:cs="Times New Roman"/>
                <w:highlight w:val="green"/>
                <w:lang w:eastAsia="cs-CZ"/>
              </w:rPr>
              <w:t>Funkce</w:t>
            </w:r>
          </w:p>
        </w:tc>
        <w:tc>
          <w:tcPr>
            <w:tcW w:w="4421" w:type="dxa"/>
            <w:shd w:val="clear" w:color="auto" w:fill="auto"/>
          </w:tcPr>
          <w:p w14:paraId="652DAA0D" w14:textId="77777777" w:rsidR="00F44645" w:rsidRPr="00293B61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 w:rsidRPr="00293B61">
              <w:rPr>
                <w:rFonts w:eastAsia="Times New Roman" w:cs="Times New Roman"/>
                <w:highlight w:val="green"/>
                <w:lang w:eastAsia="cs-CZ"/>
              </w:rPr>
              <w:t>Jméno a příjmení</w:t>
            </w:r>
          </w:p>
        </w:tc>
      </w:tr>
      <w:tr w:rsidR="00F44645" w:rsidRPr="00293B61" w14:paraId="5D07A0DB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2362AB3B" w14:textId="12BF7AFB" w:rsidR="00F44645" w:rsidRPr="00293B61" w:rsidRDefault="00F44645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293B61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421" w:type="dxa"/>
            <w:shd w:val="clear" w:color="auto" w:fill="auto"/>
          </w:tcPr>
          <w:p w14:paraId="1B4FBCB8" w14:textId="77777777" w:rsidR="00F44645" w:rsidRPr="00293B61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F44645" w:rsidRPr="00293B61" w14:paraId="030DEE8B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8B2CC60" w14:textId="60650454" w:rsidR="00F44645" w:rsidRPr="00293B61" w:rsidRDefault="00F44645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293B61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4E57380B" w14:textId="77777777" w:rsidR="00F44645" w:rsidRPr="00293B61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F44645" w:rsidRPr="00293B61" w14:paraId="0AC6A739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4884F73A" w14:textId="01DCC7C0" w:rsidR="00F44645" w:rsidRPr="00293B61" w:rsidRDefault="00F44645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293B61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300D56C6" w14:textId="77777777" w:rsidR="00F44645" w:rsidRPr="00293B61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F44645" w:rsidRPr="00293B61" w14:paraId="03CC9933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209FF84" w14:textId="0E5462C6" w:rsidR="00F44645" w:rsidRPr="00293B61" w:rsidRDefault="00F44645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293B61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549C1B35" w14:textId="77777777" w:rsidR="00F44645" w:rsidRPr="00293B61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F44645" w:rsidRPr="00293B61" w14:paraId="274AC354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5B1DF4F2" w14:textId="603687F8" w:rsidR="00F44645" w:rsidRPr="00293B61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highlight w:val="green"/>
                <w:lang w:eastAsia="cs-CZ"/>
              </w:rPr>
            </w:pPr>
            <w:r w:rsidRPr="00293B61">
              <w:rPr>
                <w:rFonts w:eastAsia="Times New Roman" w:cs="Times New Roman"/>
                <w:highlight w:val="green"/>
                <w:lang w:eastAsia="cs-CZ"/>
              </w:rPr>
              <w:t>Pozn. V příp</w:t>
            </w:r>
            <w:r w:rsidR="00A07EA0" w:rsidRPr="00293B61">
              <w:rPr>
                <w:rFonts w:eastAsia="Times New Roman" w:cs="Times New Roman"/>
                <w:highlight w:val="green"/>
                <w:lang w:eastAsia="cs-CZ"/>
              </w:rPr>
              <w:t>adě, že dodavatel uvede více členů realizačního týmu</w:t>
            </w:r>
            <w:r w:rsidRPr="00293B61">
              <w:rPr>
                <w:rFonts w:eastAsia="Times New Roman" w:cs="Times New Roman"/>
                <w:highlight w:val="green"/>
                <w:lang w:eastAsia="cs-CZ"/>
              </w:rPr>
              <w:t xml:space="preserve">, upraví dodavatel tabulku dle potřeby. </w:t>
            </w:r>
          </w:p>
        </w:tc>
      </w:tr>
      <w:tr w:rsidR="00F44645" w:rsidRPr="00293B61" w14:paraId="4057DA1D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7A343811" w14:textId="77777777" w:rsidR="00F44645" w:rsidRPr="00293B61" w:rsidRDefault="00F44645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</w:tbl>
    <w:p w14:paraId="055760C8" w14:textId="77777777" w:rsidR="00F44645" w:rsidRPr="00293B61" w:rsidRDefault="00F44645" w:rsidP="00F44645">
      <w:pPr>
        <w:spacing w:after="0" w:line="240" w:lineRule="auto"/>
        <w:rPr>
          <w:rFonts w:eastAsia="Times New Roman" w:cs="Times New Roman"/>
          <w:highlight w:val="green"/>
          <w:lang w:eastAsia="cs-CZ"/>
        </w:rPr>
      </w:pPr>
    </w:p>
    <w:p w14:paraId="22F96180" w14:textId="77777777" w:rsidR="00F44645" w:rsidRPr="00293B61" w:rsidRDefault="00F44645" w:rsidP="00F44645">
      <w:pPr>
        <w:spacing w:after="0" w:line="240" w:lineRule="auto"/>
        <w:rPr>
          <w:rFonts w:eastAsia="Times New Roman" w:cs="Times New Roman"/>
          <w:highlight w:val="green"/>
          <w:lang w:eastAsia="cs-CZ"/>
        </w:rPr>
      </w:pPr>
    </w:p>
    <w:p w14:paraId="541E27BE" w14:textId="77777777" w:rsidR="00F44645" w:rsidRPr="00293B61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green"/>
          <w:lang w:eastAsia="cs-CZ"/>
        </w:rPr>
      </w:pPr>
      <w:r w:rsidRPr="00293B61">
        <w:rPr>
          <w:rFonts w:eastAsia="Times New Roman" w:cs="Times New Roman"/>
          <w:highlight w:val="green"/>
          <w:lang w:eastAsia="cs-CZ"/>
        </w:rPr>
        <w:t>Přílohy:</w:t>
      </w:r>
    </w:p>
    <w:p w14:paraId="23E77F5D" w14:textId="0B587076" w:rsidR="00F44645" w:rsidRPr="00293B61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green"/>
          <w:lang w:eastAsia="cs-CZ"/>
        </w:rPr>
      </w:pPr>
      <w:r w:rsidRPr="00293B61">
        <w:rPr>
          <w:rFonts w:eastAsia="Times New Roman" w:cs="Times New Roman"/>
          <w:highlight w:val="green"/>
          <w:lang w:eastAsia="cs-CZ"/>
        </w:rPr>
        <w:t>Životopis Název funkce</w:t>
      </w:r>
    </w:p>
    <w:p w14:paraId="32A27CB1" w14:textId="0FA34E0D" w:rsidR="000128D4" w:rsidRDefault="00F44645" w:rsidP="00F44645">
      <w:pPr>
        <w:spacing w:after="0"/>
        <w:rPr>
          <w:rFonts w:eastAsia="Times New Roman" w:cs="Times New Roman"/>
          <w:lang w:eastAsia="cs-CZ"/>
        </w:rPr>
      </w:pPr>
      <w:r w:rsidRPr="00293B61">
        <w:rPr>
          <w:rFonts w:eastAsia="Times New Roman" w:cs="Times New Roman"/>
          <w:highlight w:val="green"/>
          <w:lang w:eastAsia="cs-CZ"/>
        </w:rPr>
        <w:t>Jiné</w:t>
      </w:r>
      <w:r w:rsidR="000128D4">
        <w:rPr>
          <w:rFonts w:eastAsia="Times New Roman" w:cs="Times New Roman"/>
          <w:lang w:eastAsia="cs-CZ"/>
        </w:rPr>
        <w:br w:type="page"/>
      </w:r>
    </w:p>
    <w:p w14:paraId="1E966E17" w14:textId="614A631A" w:rsidR="000128D4" w:rsidRPr="000128D4" w:rsidRDefault="000128D4" w:rsidP="00F44645">
      <w:pPr>
        <w:pStyle w:val="Nadpis2"/>
        <w:numPr>
          <w:ilvl w:val="0"/>
          <w:numId w:val="34"/>
        </w:numPr>
      </w:pPr>
      <w:bookmarkStart w:id="8" w:name="_Toc138838508"/>
      <w:r w:rsidRPr="000128D4">
        <w:lastRenderedPageBreak/>
        <w:t>Čestné prohlášení o ekonomické kvalifikaci</w:t>
      </w:r>
      <w:bookmarkEnd w:id="8"/>
    </w:p>
    <w:p w14:paraId="0C0A2F64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1B059D94" w14:textId="6F93EDE5" w:rsidR="000128D4" w:rsidRDefault="00AC1810" w:rsidP="000128D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0128D4">
        <w:rPr>
          <w:rFonts w:eastAsia="Times New Roman" w:cs="Times New Roman"/>
          <w:lang w:eastAsia="cs-CZ"/>
        </w:rPr>
        <w:t>,</w:t>
      </w:r>
      <w:r w:rsidR="00B87D91">
        <w:rPr>
          <w:rFonts w:eastAsia="Times New Roman" w:cs="Times New Roman"/>
          <w:lang w:eastAsia="cs-CZ"/>
        </w:rPr>
        <w:t xml:space="preserve"> </w:t>
      </w:r>
      <w:r w:rsidR="000128D4">
        <w:rPr>
          <w:rFonts w:eastAsia="Times New Roman" w:cs="Times New Roman"/>
          <w:lang w:eastAsia="cs-CZ"/>
        </w:rPr>
        <w:t>který podává tuto nabídku</w:t>
      </w:r>
      <w:r w:rsidR="00B87D91">
        <w:rPr>
          <w:rFonts w:eastAsia="Times New Roman" w:cs="Times New Roman"/>
          <w:lang w:eastAsia="cs-CZ"/>
        </w:rPr>
        <w:t>,</w:t>
      </w:r>
      <w:r w:rsidR="000128D4">
        <w:rPr>
          <w:rFonts w:eastAsia="Times New Roman" w:cs="Times New Roman"/>
          <w:lang w:eastAsia="cs-CZ"/>
        </w:rPr>
        <w:t xml:space="preserve"> tímto čestně prohlašuje, že:</w:t>
      </w:r>
    </w:p>
    <w:p w14:paraId="24E90DA5" w14:textId="7635FDBC" w:rsidR="000128D4" w:rsidRPr="00BD1192" w:rsidRDefault="000128D4" w:rsidP="000128D4">
      <w:pPr>
        <w:spacing w:before="120" w:after="0" w:line="276" w:lineRule="auto"/>
        <w:rPr>
          <w:rFonts w:eastAsia="Times New Roman" w:cs="Times New Roman"/>
          <w:i/>
          <w:lang w:eastAsia="cs-CZ"/>
        </w:rPr>
      </w:pPr>
      <w:r w:rsidRPr="00BD1192">
        <w:rPr>
          <w:rFonts w:eastAsia="Times New Roman" w:cs="Times New Roman"/>
          <w:i/>
          <w:lang w:eastAsia="cs-CZ"/>
        </w:rPr>
        <w:t>minimální roční obrat dodavatele</w:t>
      </w:r>
      <w:r w:rsidRPr="00BD1192">
        <w:rPr>
          <w:rFonts w:eastAsia="Times New Roman" w:cs="Times New Roman"/>
          <w:lang w:eastAsia="cs-CZ"/>
        </w:rPr>
        <w:t xml:space="preserve"> </w:t>
      </w:r>
      <w:r w:rsidRPr="00BD1192">
        <w:rPr>
          <w:rFonts w:eastAsia="Times New Roman" w:cs="Times New Roman"/>
          <w:i/>
          <w:lang w:eastAsia="cs-CZ"/>
        </w:rPr>
        <w:t>zjištěný podle zvláštních právních předpisů</w:t>
      </w:r>
      <w:r w:rsidRPr="00BD1192">
        <w:rPr>
          <w:rFonts w:eastAsia="Times New Roman" w:cs="Times New Roman"/>
          <w:vertAlign w:val="superscript"/>
          <w:lang w:eastAsia="cs-CZ"/>
        </w:rPr>
        <w:footnoteReference w:id="4"/>
      </w:r>
      <w:r w:rsidRPr="00BD1192">
        <w:rPr>
          <w:rFonts w:eastAsia="Times New Roman" w:cs="Times New Roman"/>
          <w:i/>
          <w:lang w:eastAsia="cs-CZ"/>
        </w:rPr>
        <w:t xml:space="preserve"> dosahoval výše </w:t>
      </w:r>
      <w:r w:rsidR="00BD1192">
        <w:rPr>
          <w:rFonts w:eastAsia="Times New Roman" w:cs="Times New Roman"/>
          <w:i/>
          <w:lang w:eastAsia="cs-CZ"/>
        </w:rPr>
        <w:t>5 400 000</w:t>
      </w:r>
      <w:r w:rsidRPr="00BD1192">
        <w:rPr>
          <w:rFonts w:eastAsia="Times New Roman" w:cs="Times New Roman"/>
          <w:i/>
          <w:lang w:eastAsia="cs-CZ"/>
        </w:rPr>
        <w:t xml:space="preserve">,-Kč bez DPH za každé ze tří uzavřených, bezprostředně předcházejících účetních období, jestliže účastník vznikl později, tak za všechna uzavřená účetní období od svého vzniku, a účastník tedy </w:t>
      </w:r>
    </w:p>
    <w:p w14:paraId="4FB779DF" w14:textId="77777777" w:rsidR="00BD1192" w:rsidRDefault="00BD1192" w:rsidP="000128D4">
      <w:pPr>
        <w:tabs>
          <w:tab w:val="num" w:pos="360"/>
        </w:tabs>
        <w:spacing w:line="240" w:lineRule="auto"/>
        <w:rPr>
          <w:rFonts w:eastAsia="Times New Roman" w:cs="Times New Roman"/>
          <w:i/>
          <w:highlight w:val="yellow"/>
          <w:lang w:eastAsia="cs-CZ"/>
        </w:rPr>
      </w:pPr>
    </w:p>
    <w:p w14:paraId="11182C8D" w14:textId="53611D8D" w:rsidR="000128D4" w:rsidRDefault="000128D4" w:rsidP="000128D4">
      <w:pPr>
        <w:tabs>
          <w:tab w:val="num" w:pos="360"/>
        </w:tabs>
        <w:spacing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splňuje ekonomickou kvalifikaci,</w:t>
      </w:r>
    </w:p>
    <w:p w14:paraId="6771CC6D" w14:textId="77777777" w:rsidR="000128D4" w:rsidRDefault="000128D4" w:rsidP="000128D4">
      <w:pPr>
        <w:tabs>
          <w:tab w:val="num" w:pos="360"/>
        </w:tabs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neboť výše požadovaný požadavek zadavatele splňuje následovně:</w:t>
      </w:r>
    </w:p>
    <w:tbl>
      <w:tblPr>
        <w:tblStyle w:val="Mkatabulky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71"/>
        <w:gridCol w:w="1585"/>
        <w:gridCol w:w="2170"/>
        <w:gridCol w:w="2170"/>
      </w:tblGrid>
      <w:tr w:rsidR="000128D4" w14:paraId="64E2B93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BC5C13" w14:textId="77777777" w:rsidR="000128D4" w:rsidRPr="00BD1192" w:rsidRDefault="000128D4" w:rsidP="00A327C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BD1192">
              <w:rPr>
                <w:rFonts w:eastAsia="Times New Roman" w:cs="Times New Roman"/>
                <w:i/>
                <w:lang w:eastAsia="cs-CZ"/>
              </w:rPr>
              <w:t>Uzavřené účetní období</w:t>
            </w:r>
          </w:p>
        </w:tc>
        <w:tc>
          <w:tcPr>
            <w:tcW w:w="166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4FCA6" w14:textId="77777777" w:rsidR="000128D4" w:rsidRDefault="000128D4" w:rsidP="00A327CB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3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D4B89" w14:textId="77777777" w:rsidR="000128D4" w:rsidRDefault="000128D4" w:rsidP="00A327CB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303" w:type="dxa"/>
            <w:tcBorders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1D47C1CE" w14:textId="77777777" w:rsidR="000128D4" w:rsidRDefault="000128D4" w:rsidP="00A327CB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0128D4" w14:paraId="091181B9" w14:textId="77777777" w:rsidTr="002307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68E7D0A9" w14:textId="77777777" w:rsidR="000128D4" w:rsidRPr="00BD1192" w:rsidRDefault="000128D4" w:rsidP="00A327C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BD1192">
              <w:rPr>
                <w:rFonts w:eastAsia="Times New Roman" w:cs="Times New Roman"/>
                <w:i/>
                <w:lang w:eastAsia="cs-CZ"/>
              </w:rPr>
              <w:t>Dosažený roční obrat dodavatele / s ohledem na předmět veřejné zakázky v tis. Kč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03CDC42" w14:textId="20E72AB0" w:rsidR="000128D4" w:rsidRPr="0023070F" w:rsidRDefault="0023070F" w:rsidP="00AC1810">
            <w:pPr>
              <w:tabs>
                <w:tab w:val="num" w:pos="36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>
              <w:rPr>
                <w:rFonts w:eastAsia="Times New Roman" w:cs="Times New Roman"/>
                <w:highlight w:val="green"/>
                <w:lang w:eastAsia="cs-CZ"/>
              </w:rPr>
              <w:t xml:space="preserve">doplní </w:t>
            </w:r>
            <w:r w:rsidR="00AC1810">
              <w:rPr>
                <w:rFonts w:eastAsia="Times New Roman" w:cs="Times New Roman"/>
                <w:highlight w:val="green"/>
                <w:lang w:eastAsia="cs-CZ"/>
              </w:rPr>
              <w:t>Účastník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9DA82ED" w14:textId="5F5D6B37" w:rsidR="000128D4" w:rsidRPr="0023070F" w:rsidRDefault="0023070F" w:rsidP="00AC1810">
            <w:pPr>
              <w:tabs>
                <w:tab w:val="num" w:pos="36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>
              <w:rPr>
                <w:rFonts w:eastAsia="Times New Roman" w:cs="Times New Roman"/>
                <w:highlight w:val="green"/>
                <w:lang w:eastAsia="cs-CZ"/>
              </w:rPr>
              <w:t xml:space="preserve">doplní </w:t>
            </w:r>
            <w:r w:rsidR="00AC1810">
              <w:rPr>
                <w:rFonts w:eastAsia="Times New Roman" w:cs="Times New Roman"/>
                <w:highlight w:val="green"/>
                <w:lang w:eastAsia="cs-CZ"/>
              </w:rPr>
              <w:t>Účastník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DDABB8" w14:textId="1DE70F8C" w:rsidR="000128D4" w:rsidRPr="0023070F" w:rsidRDefault="0023070F" w:rsidP="00AC1810">
            <w:pPr>
              <w:tabs>
                <w:tab w:val="num" w:pos="36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>
              <w:rPr>
                <w:rFonts w:eastAsia="Times New Roman" w:cs="Times New Roman"/>
                <w:highlight w:val="green"/>
                <w:lang w:eastAsia="cs-CZ"/>
              </w:rPr>
              <w:t xml:space="preserve">doplní </w:t>
            </w:r>
            <w:r w:rsidR="00AC1810">
              <w:rPr>
                <w:rFonts w:eastAsia="Times New Roman" w:cs="Times New Roman"/>
                <w:highlight w:val="green"/>
                <w:lang w:eastAsia="cs-CZ"/>
              </w:rPr>
              <w:t>Účastník</w:t>
            </w:r>
          </w:p>
        </w:tc>
      </w:tr>
    </w:tbl>
    <w:p w14:paraId="7FAA3B71" w14:textId="77777777" w:rsidR="000128D4" w:rsidRDefault="000128D4" w:rsidP="000128D4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</w:t>
      </w:r>
    </w:p>
    <w:p w14:paraId="40B768D1" w14:textId="77777777" w:rsidR="000128D4" w:rsidRDefault="000128D4" w:rsidP="000128D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2D0B227" w14:textId="77777777" w:rsidR="00293B61" w:rsidRDefault="00293B61" w:rsidP="00293B61">
      <w:pPr>
        <w:pStyle w:val="Zkladntextodsazen"/>
        <w:ind w:left="0"/>
        <w:rPr>
          <w:rFonts w:ascii="Verdana" w:hAnsi="Verdana" w:cstheme="minorHAnsi"/>
          <w:highlight w:val="green"/>
        </w:rPr>
      </w:pPr>
      <w:r>
        <w:rPr>
          <w:rFonts w:ascii="Verdana" w:hAnsi="Verdana" w:cstheme="minorHAnsi"/>
          <w:highlight w:val="green"/>
        </w:rPr>
        <w:t>Roční obrat odpovídá [DODAVATEL UPRAVÍ DLE POTŘEBY]</w:t>
      </w:r>
    </w:p>
    <w:p w14:paraId="4B4F6CB7" w14:textId="77777777" w:rsidR="00293B61" w:rsidRDefault="00293B61" w:rsidP="00293B61">
      <w:pPr>
        <w:pStyle w:val="Zkladntextodsazen"/>
        <w:ind w:left="0"/>
        <w:rPr>
          <w:rFonts w:ascii="Verdana" w:hAnsi="Verdana" w:cstheme="minorHAnsi"/>
          <w:highlight w:val="green"/>
        </w:rPr>
      </w:pPr>
    </w:p>
    <w:p w14:paraId="410A8DB5" w14:textId="77777777" w:rsidR="00293B61" w:rsidRDefault="00293B61" w:rsidP="00293B61">
      <w:pPr>
        <w:pStyle w:val="Zkladntextodsazen"/>
        <w:numPr>
          <w:ilvl w:val="0"/>
          <w:numId w:val="43"/>
        </w:numPr>
        <w:spacing w:after="0" w:line="240" w:lineRule="auto"/>
        <w:jc w:val="both"/>
        <w:rPr>
          <w:rFonts w:ascii="Verdana" w:hAnsi="Verdana" w:cstheme="minorHAnsi"/>
          <w:highlight w:val="green"/>
        </w:rPr>
      </w:pPr>
      <w:r>
        <w:rPr>
          <w:rFonts w:ascii="Verdana" w:hAnsi="Verdana" w:cstheme="minorHAnsi"/>
          <w:highlight w:val="green"/>
        </w:rPr>
        <w:t xml:space="preserve">v případě všech výše uvedených účetních období / účetního období označeného pořadovým číslem (1., 2., a/nebo 3.): </w:t>
      </w:r>
      <w:r>
        <w:rPr>
          <w:rFonts w:ascii="Verdana" w:hAnsi="Verdana" w:cstheme="minorHAnsi"/>
          <w:b/>
          <w:highlight w:val="green"/>
        </w:rPr>
        <w:t>obratu dosaženému za účetní období dle § 3 odst. 2</w:t>
      </w:r>
      <w:r>
        <w:rPr>
          <w:rFonts w:ascii="Verdana" w:hAnsi="Verdana" w:cstheme="minorHAnsi"/>
          <w:highlight w:val="green"/>
        </w:rPr>
        <w:t xml:space="preserve"> zákona č. 563/1991 Sb., o účetnictví, neboť účetním obdobím bylo 12 bezprostředně po sobě jdoucích měsíců;</w:t>
      </w:r>
    </w:p>
    <w:p w14:paraId="4CEB41CE" w14:textId="77777777" w:rsidR="00293B61" w:rsidRDefault="00293B61" w:rsidP="00293B61">
      <w:pPr>
        <w:pStyle w:val="Zkladntextodsazen"/>
        <w:spacing w:after="0" w:line="240" w:lineRule="auto"/>
        <w:ind w:left="720"/>
        <w:jc w:val="both"/>
        <w:rPr>
          <w:rFonts w:ascii="Verdana" w:hAnsi="Verdana" w:cstheme="minorHAnsi"/>
          <w:highlight w:val="green"/>
        </w:rPr>
      </w:pPr>
    </w:p>
    <w:p w14:paraId="784848A2" w14:textId="77777777" w:rsidR="00293B61" w:rsidRDefault="00293B61" w:rsidP="00293B61">
      <w:pPr>
        <w:numPr>
          <w:ilvl w:val="0"/>
          <w:numId w:val="43"/>
        </w:numPr>
        <w:spacing w:after="120" w:line="240" w:lineRule="auto"/>
        <w:jc w:val="both"/>
        <w:rPr>
          <w:rFonts w:ascii="Verdana" w:hAnsi="Verdana" w:cstheme="minorHAnsi"/>
        </w:rPr>
      </w:pPr>
      <w:r>
        <w:rPr>
          <w:rFonts w:ascii="Verdana" w:hAnsi="Verdana" w:cstheme="minorHAnsi"/>
          <w:highlight w:val="green"/>
        </w:rPr>
        <w:t xml:space="preserve">v případě všech výše uvedených účetních období / účetního období označeného pořadovým číslem (1., 2., a/nebo 3.) </w:t>
      </w:r>
      <w:r>
        <w:rPr>
          <w:rFonts w:ascii="Verdana" w:hAnsi="Verdana" w:cstheme="minorHAnsi"/>
          <w:b/>
          <w:highlight w:val="green"/>
        </w:rPr>
        <w:t>úhrnu čistého obratu ve smyslu § 1d odst. 2</w:t>
      </w:r>
      <w:r>
        <w:rPr>
          <w:rFonts w:ascii="Verdana" w:hAnsi="Verdana" w:cstheme="minorHAnsi"/>
          <w:highlight w:val="green"/>
        </w:rPr>
        <w:t xml:space="preserve"> zákona č. 563/1991 Sb., o účetnictví, neboť účetní období bylo kratší nebo</w:t>
      </w:r>
      <w:r>
        <w:rPr>
          <w:rFonts w:ascii="Verdana" w:hAnsi="Verdana" w:cstheme="minorHAnsi"/>
        </w:rPr>
        <w:t xml:space="preserve"> delší než 12 bezprostředně po sobě jdoucích měsíců.</w:t>
      </w:r>
    </w:p>
    <w:p w14:paraId="573D030D" w14:textId="77777777" w:rsidR="000128D4" w:rsidRPr="00FE59C5" w:rsidRDefault="000128D4" w:rsidP="000128D4"/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7A774CC" w14:textId="41DA5EE1" w:rsidR="002126E7" w:rsidRDefault="002126E7" w:rsidP="00F0533E">
      <w:pPr>
        <w:rPr>
          <w:highlight w:val="green"/>
        </w:rPr>
      </w:pPr>
      <w:r>
        <w:rPr>
          <w:highlight w:val="green"/>
        </w:rPr>
        <w:br w:type="page"/>
      </w:r>
    </w:p>
    <w:p w14:paraId="65C4DD60" w14:textId="77777777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9" w:name="_Toc138838509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9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5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6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7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68627C4B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6C8EDC3D" w14:textId="77777777" w:rsidR="00F86FD9" w:rsidRDefault="00F86FD9" w:rsidP="00F86FD9">
      <w:pPr>
        <w:pStyle w:val="Nadpis2"/>
        <w:numPr>
          <w:ilvl w:val="0"/>
          <w:numId w:val="39"/>
        </w:numPr>
        <w:spacing w:line="240" w:lineRule="auto"/>
        <w:jc w:val="both"/>
        <w:rPr>
          <w:rFonts w:eastAsia="Times New Roman"/>
        </w:rPr>
      </w:pPr>
      <w:bookmarkStart w:id="10" w:name="_Toc115422087"/>
      <w:bookmarkStart w:id="11" w:name="_Toc138838510"/>
      <w:r w:rsidRPr="002126E7">
        <w:lastRenderedPageBreak/>
        <w:t>Čestné</w:t>
      </w:r>
      <w:r w:rsidRPr="00364FF2">
        <w:rPr>
          <w:rFonts w:eastAsia="Times New Roman"/>
        </w:rPr>
        <w:t xml:space="preserve"> prohlášení o poddodavatelích</w:t>
      </w:r>
      <w:bookmarkEnd w:id="10"/>
      <w:bookmarkEnd w:id="11"/>
      <w:r w:rsidRPr="00364FF2">
        <w:rPr>
          <w:rFonts w:eastAsia="Times New Roman"/>
        </w:rPr>
        <w:t xml:space="preserve"> </w:t>
      </w:r>
    </w:p>
    <w:p w14:paraId="3FA40E58" w14:textId="77777777" w:rsidR="00F86FD9" w:rsidRPr="00364FF2" w:rsidRDefault="00F86FD9" w:rsidP="00F86FD9">
      <w:pPr>
        <w:rPr>
          <w:lang w:eastAsia="cs-CZ"/>
        </w:rPr>
      </w:pPr>
    </w:p>
    <w:p w14:paraId="71422AAE" w14:textId="5AE41D49" w:rsidR="00F86FD9" w:rsidRDefault="00EA444A" w:rsidP="00F86FD9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Účastník, </w:t>
      </w:r>
      <w:r w:rsidR="00F86FD9">
        <w:rPr>
          <w:rFonts w:ascii="Verdana" w:hAnsi="Verdana"/>
        </w:rPr>
        <w:t xml:space="preserve">který podává </w:t>
      </w:r>
      <w:r>
        <w:rPr>
          <w:rFonts w:ascii="Verdana" w:hAnsi="Verdana"/>
        </w:rPr>
        <w:t xml:space="preserve">tuto </w:t>
      </w:r>
      <w:r w:rsidR="00F86FD9">
        <w:rPr>
          <w:rFonts w:ascii="Verdana" w:hAnsi="Verdana"/>
        </w:rPr>
        <w:t>nabídku, tímto čestně prohlašuje, že</w:t>
      </w:r>
      <w:r w:rsidR="00F86FD9">
        <w:rPr>
          <w:rStyle w:val="Znakapoznpodarou"/>
          <w:rFonts w:ascii="Verdana" w:hAnsi="Verdana"/>
        </w:rPr>
        <w:footnoteReference w:id="8"/>
      </w:r>
      <w:r w:rsidR="00F86FD9">
        <w:rPr>
          <w:rFonts w:ascii="Verdana" w:hAnsi="Verdana"/>
        </w:rPr>
        <w:t>:</w:t>
      </w:r>
    </w:p>
    <w:bookmarkStart w:id="12" w:name="Zaškrtávací1"/>
    <w:p w14:paraId="126C56C4" w14:textId="374EBBEE" w:rsidR="00F86FD9" w:rsidRDefault="00F86FD9" w:rsidP="00F86FD9">
      <w:pPr>
        <w:ind w:left="708" w:hanging="708"/>
        <w:jc w:val="both"/>
        <w:rPr>
          <w:rFonts w:ascii="Verdana" w:hAnsi="Verdana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 w:rsidR="00C94BAE">
        <w:fldChar w:fldCharType="separate"/>
      </w:r>
      <w:r>
        <w:fldChar w:fldCharType="end"/>
      </w:r>
      <w:bookmarkEnd w:id="12"/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293B61" w:rsidRPr="00293B61">
        <w:rPr>
          <w:rFonts w:ascii="Verdana" w:hAnsi="Verdana"/>
          <w:b/>
          <w:bCs/>
        </w:rPr>
        <w:t>Diagnostika a přepočty strategických přemostění v oblasti OŘ Ústí nad Labem – II. etapa</w:t>
      </w:r>
      <w:r>
        <w:rPr>
          <w:rFonts w:ascii="Verdana" w:hAnsi="Verdana"/>
        </w:rPr>
        <w:t>“ nepoužije žádné poddodavatele</w:t>
      </w:r>
      <w:r>
        <w:rPr>
          <w:rStyle w:val="Znakapoznpodarou"/>
          <w:rFonts w:ascii="Verdana" w:hAnsi="Verdana"/>
        </w:rPr>
        <w:footnoteReference w:id="9"/>
      </w:r>
      <w:r>
        <w:rPr>
          <w:rFonts w:ascii="Verdana" w:hAnsi="Verdana"/>
        </w:rPr>
        <w:t xml:space="preserve">. </w:t>
      </w:r>
    </w:p>
    <w:p w14:paraId="614952ED" w14:textId="26E8EAB1" w:rsidR="00F86FD9" w:rsidRDefault="00F86FD9" w:rsidP="00F86FD9">
      <w:pPr>
        <w:tabs>
          <w:tab w:val="num" w:pos="360"/>
        </w:tabs>
        <w:ind w:left="708" w:hanging="708"/>
        <w:jc w:val="both"/>
        <w:rPr>
          <w:rFonts w:ascii="Verdana" w:hAnsi="Verdana"/>
        </w:rPr>
      </w:pPr>
      <w:r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 w:rsidR="00C94BAE">
        <w:rPr>
          <w:rFonts w:ascii="Verdana" w:hAnsi="Verdana"/>
        </w:rPr>
      </w:r>
      <w:r w:rsidR="00C94BAE">
        <w:rPr>
          <w:rFonts w:ascii="Verdana" w:hAnsi="Verdana"/>
        </w:rPr>
        <w:fldChar w:fldCharType="separate"/>
      </w:r>
      <w:r>
        <w:rPr>
          <w:rFonts w:ascii="Verdana" w:hAnsi="Verdana"/>
        </w:rPr>
        <w:fldChar w:fldCharType="end"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293B61" w:rsidRPr="00293B61">
        <w:rPr>
          <w:rFonts w:ascii="Verdana" w:hAnsi="Verdana"/>
          <w:b/>
          <w:bCs/>
        </w:rPr>
        <w:t>Diagnostika a přepočty strategických přemostění v oblasti OŘ Ústí nad Labem – II. etapa</w:t>
      </w:r>
      <w:r>
        <w:rPr>
          <w:rFonts w:ascii="Verdana" w:hAnsi="Verdana"/>
        </w:rPr>
        <w:t>“ použije tyto poddodavatele:</w:t>
      </w:r>
    </w:p>
    <w:p w14:paraId="54FF3101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80"/>
        <w:gridCol w:w="5906"/>
      </w:tblGrid>
      <w:tr w:rsidR="00F86FD9" w14:paraId="103E6BD3" w14:textId="77777777" w:rsidTr="00E416ED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D07C436" w14:textId="77777777" w:rsidR="00F86FD9" w:rsidRDefault="00F86FD9" w:rsidP="00E416E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14:paraId="0DFF2516" w14:textId="77777777" w:rsidR="00F86FD9" w:rsidRDefault="00F86FD9" w:rsidP="00E416E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86FD9" w14:paraId="75AFC15F" w14:textId="77777777" w:rsidTr="00E416ED">
        <w:trPr>
          <w:cantSplit/>
        </w:trPr>
        <w:sdt>
          <w:sdtPr>
            <w:rPr>
              <w:rFonts w:ascii="Verdana" w:hAnsi="Verdana"/>
            </w:rPr>
            <w:id w:val="-646209514"/>
            <w:placeholder>
              <w:docPart w:val="0BD1018FEB8D43CB9D52E2F9495FF1A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5BB4549" w14:textId="77777777" w:rsidR="00F86FD9" w:rsidRDefault="00F86FD9" w:rsidP="00E416ED">
                <w:pPr>
                  <w:jc w:val="center"/>
                  <w:rPr>
                    <w:rFonts w:ascii="Verdana" w:hAnsi="Verdana" w:cs="Times New Roman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776780806"/>
            <w:placeholder>
              <w:docPart w:val="65428E6DE9194E5387E153755E89B0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C5DCDDF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3CA1DA56" w14:textId="77777777" w:rsidTr="00E416ED">
        <w:trPr>
          <w:cantSplit/>
        </w:trPr>
        <w:sdt>
          <w:sdtPr>
            <w:rPr>
              <w:rFonts w:ascii="Verdana" w:hAnsi="Verdana"/>
            </w:rPr>
            <w:id w:val="550968649"/>
            <w:placeholder>
              <w:docPart w:val="3BD0F25702A2479682EA42111C29562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29A3FC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310978252"/>
            <w:placeholder>
              <w:docPart w:val="4EA141EA40974E7889EBCE53618FFF7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28DFFFA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13C215D" w14:textId="77777777" w:rsidTr="00E416ED">
        <w:trPr>
          <w:cantSplit/>
        </w:trPr>
        <w:sdt>
          <w:sdtPr>
            <w:rPr>
              <w:rFonts w:ascii="Verdana" w:hAnsi="Verdana"/>
            </w:rPr>
            <w:id w:val="-639029716"/>
            <w:placeholder>
              <w:docPart w:val="4ABEAB1C1D75492B87E99FAFD34CAFE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841D7C8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87273182"/>
            <w:placeholder>
              <w:docPart w:val="759443CFE69840499A54505DC3AE6A4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0FFD286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0C1FB7F" w14:textId="77777777" w:rsidTr="00E416ED">
        <w:trPr>
          <w:cantSplit/>
        </w:trPr>
        <w:sdt>
          <w:sdtPr>
            <w:rPr>
              <w:rFonts w:ascii="Verdana" w:hAnsi="Verdana"/>
            </w:rPr>
            <w:id w:val="-124620505"/>
            <w:placeholder>
              <w:docPart w:val="51B40D9DB7E0449F96C062ED23429E8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AD8DFF4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67756794"/>
            <w:placeholder>
              <w:docPart w:val="069F72DEC41846EDB36F5EEC4A661C1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D1459B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512F392" w14:textId="77777777" w:rsidTr="00E416ED">
        <w:trPr>
          <w:cantSplit/>
        </w:trPr>
        <w:sdt>
          <w:sdtPr>
            <w:rPr>
              <w:rFonts w:ascii="Verdana" w:hAnsi="Verdana"/>
            </w:rPr>
            <w:id w:val="-2085137432"/>
            <w:placeholder>
              <w:docPart w:val="9E072CE91767430CAA9D9F66555756D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CDA1E50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79504028"/>
            <w:placeholder>
              <w:docPart w:val="C3F732DF9FF94D63B17EAAE5B7A0D3D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6C9C18C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626D0630" w14:textId="77777777" w:rsidTr="00E416ED">
        <w:trPr>
          <w:cantSplit/>
        </w:trPr>
        <w:sdt>
          <w:sdtPr>
            <w:rPr>
              <w:rFonts w:ascii="Verdana" w:hAnsi="Verdana"/>
            </w:rPr>
            <w:id w:val="497931481"/>
            <w:placeholder>
              <w:docPart w:val="FC36EA2621E849D7A81FBB6297687589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75233B7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740838909"/>
            <w:placeholder>
              <w:docPart w:val="28CD3796040C4292BAC524A34C532B9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63AC420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0B9359E0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p w14:paraId="2EEB9236" w14:textId="77777777" w:rsidR="00F86FD9" w:rsidRDefault="00F86FD9" w:rsidP="00F86FD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1E54DF10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38FE1A31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40CCFAE0" w14:textId="77777777" w:rsidR="00F86FD9" w:rsidRDefault="00F86FD9" w:rsidP="002126E7">
      <w:pPr>
        <w:rPr>
          <w:lang w:eastAsia="cs-CZ"/>
        </w:rPr>
      </w:pPr>
    </w:p>
    <w:p w14:paraId="1B111040" w14:textId="77777777" w:rsidR="00F86FD9" w:rsidRDefault="00F86FD9" w:rsidP="002126E7">
      <w:pPr>
        <w:rPr>
          <w:lang w:eastAsia="cs-CZ"/>
        </w:rPr>
      </w:pPr>
    </w:p>
    <w:p w14:paraId="0A7BC2DC" w14:textId="77777777" w:rsidR="00F86FD9" w:rsidRDefault="00F86FD9" w:rsidP="002126E7">
      <w:pPr>
        <w:rPr>
          <w:lang w:eastAsia="cs-CZ"/>
        </w:rPr>
      </w:pPr>
    </w:p>
    <w:p w14:paraId="1791E1B7" w14:textId="4D849A21" w:rsidR="00F86FD9" w:rsidRDefault="00F86FD9" w:rsidP="002126E7">
      <w:pPr>
        <w:rPr>
          <w:lang w:eastAsia="cs-CZ"/>
        </w:rPr>
      </w:pPr>
    </w:p>
    <w:p w14:paraId="7319BA87" w14:textId="3D15C561" w:rsidR="000F5766" w:rsidRDefault="000F5766" w:rsidP="002126E7">
      <w:pPr>
        <w:rPr>
          <w:lang w:eastAsia="cs-CZ"/>
        </w:rPr>
      </w:pPr>
    </w:p>
    <w:p w14:paraId="0741E94B" w14:textId="069F8790" w:rsidR="000F5766" w:rsidRDefault="000F5766" w:rsidP="002126E7">
      <w:pPr>
        <w:rPr>
          <w:lang w:eastAsia="cs-CZ"/>
        </w:rPr>
      </w:pPr>
    </w:p>
    <w:p w14:paraId="31206453" w14:textId="3401D6AF" w:rsidR="000F5766" w:rsidRDefault="000F5766" w:rsidP="002126E7">
      <w:pPr>
        <w:rPr>
          <w:lang w:eastAsia="cs-CZ"/>
        </w:rPr>
      </w:pPr>
    </w:p>
    <w:p w14:paraId="377D6ADF" w14:textId="747408D2" w:rsidR="00CB377A" w:rsidRDefault="00CB377A" w:rsidP="00CB377A">
      <w:pPr>
        <w:pStyle w:val="Nadpis2"/>
        <w:numPr>
          <w:ilvl w:val="0"/>
          <w:numId w:val="39"/>
        </w:numPr>
        <w:spacing w:line="240" w:lineRule="auto"/>
        <w:ind w:left="2552" w:hanging="2192"/>
        <w:jc w:val="both"/>
        <w:rPr>
          <w:rFonts w:eastAsia="Times New Roman"/>
        </w:rPr>
      </w:pPr>
      <w:bookmarkStart w:id="13" w:name="_Toc138838511"/>
      <w:r>
        <w:lastRenderedPageBreak/>
        <w:t>Seznam zaměstnanců účastníka, u kterých je požadován</w:t>
      </w:r>
      <w:r w:rsidR="0067079F">
        <w:t>a</w:t>
      </w:r>
      <w:r>
        <w:t xml:space="preserve"> odborná způsobilost v souladu s předpisem SŽ Zam1</w:t>
      </w:r>
      <w:bookmarkEnd w:id="13"/>
      <w:r w:rsidRPr="00364FF2">
        <w:rPr>
          <w:rFonts w:eastAsia="Times New Roman"/>
        </w:rPr>
        <w:t xml:space="preserve"> </w:t>
      </w:r>
    </w:p>
    <w:p w14:paraId="6179C979" w14:textId="77777777" w:rsidR="00CB377A" w:rsidRPr="00364FF2" w:rsidRDefault="00CB377A" w:rsidP="00CB377A">
      <w:pPr>
        <w:rPr>
          <w:lang w:eastAsia="cs-CZ"/>
        </w:rPr>
      </w:pPr>
    </w:p>
    <w:p w14:paraId="06B7F37A" w14:textId="77777777" w:rsidR="00FB7211" w:rsidRDefault="00CB377A" w:rsidP="00CB377A">
      <w:pPr>
        <w:jc w:val="both"/>
        <w:rPr>
          <w:rFonts w:ascii="Verdana" w:hAnsi="Verdana"/>
        </w:rPr>
      </w:pPr>
      <w:r>
        <w:rPr>
          <w:rFonts w:ascii="Verdana" w:hAnsi="Verdana"/>
        </w:rPr>
        <w:t>Účastník, který podává tuto nabídku, tímto čestně prohlašuje, že</w:t>
      </w:r>
    </w:p>
    <w:p w14:paraId="18330658" w14:textId="1C15ADC4" w:rsidR="00CB377A" w:rsidRDefault="00CB377A" w:rsidP="00CB377A">
      <w:pPr>
        <w:jc w:val="both"/>
        <w:rPr>
          <w:rFonts w:ascii="Verdana" w:hAnsi="Verdana"/>
        </w:rPr>
      </w:pPr>
      <w:r>
        <w:rPr>
          <w:rFonts w:ascii="Verdana" w:hAnsi="Verdana"/>
        </w:rPr>
        <w:t>níže uveden</w:t>
      </w:r>
      <w:r w:rsidR="00FB7211">
        <w:rPr>
          <w:rFonts w:ascii="Verdana" w:hAnsi="Verdana"/>
        </w:rPr>
        <w:t xml:space="preserve">é osoby splňující odbornou způsobilost v souladu s předpisem SŽ Zam1 </w:t>
      </w:r>
      <w:r>
        <w:rPr>
          <w:rFonts w:ascii="Verdana" w:hAnsi="Verdana"/>
        </w:rPr>
        <w:t>jsou</w:t>
      </w:r>
      <w:r w:rsidR="00FB7211">
        <w:rPr>
          <w:rFonts w:ascii="Verdana" w:hAnsi="Verdana"/>
        </w:rPr>
        <w:t xml:space="preserve"> </w:t>
      </w:r>
      <w:r>
        <w:rPr>
          <w:rFonts w:ascii="Verdana" w:hAnsi="Verdana"/>
        </w:rPr>
        <w:t>v pracovním nebo obdobném poměru</w:t>
      </w:r>
      <w:r w:rsidR="00FB7211">
        <w:rPr>
          <w:rFonts w:ascii="Verdana" w:hAnsi="Verdana"/>
        </w:rPr>
        <w:t xml:space="preserve"> k účastníkovi.</w:t>
      </w:r>
    </w:p>
    <w:p w14:paraId="53FECEAA" w14:textId="77777777" w:rsidR="00CB377A" w:rsidRDefault="00CB377A" w:rsidP="00CB377A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772"/>
        <w:gridCol w:w="2755"/>
        <w:gridCol w:w="4159"/>
      </w:tblGrid>
      <w:tr w:rsidR="00FB7211" w14:paraId="790221D6" w14:textId="77777777" w:rsidTr="00FB7211">
        <w:trPr>
          <w:cantSplit/>
        </w:trPr>
        <w:tc>
          <w:tcPr>
            <w:tcW w:w="102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714B2A7E" w14:textId="07EA1CE8" w:rsidR="00FB7211" w:rsidRDefault="00FB7211" w:rsidP="00BA484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Odborná způsobilost</w:t>
            </w:r>
          </w:p>
        </w:tc>
        <w:tc>
          <w:tcPr>
            <w:tcW w:w="1586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14:paraId="7F2172E5" w14:textId="38265069" w:rsidR="00FB7211" w:rsidRDefault="00FB7211" w:rsidP="00BA484D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Jméno a příjmení</w:t>
            </w:r>
          </w:p>
        </w:tc>
        <w:tc>
          <w:tcPr>
            <w:tcW w:w="239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6BAA22B3" w14:textId="1E63F8B1" w:rsidR="00FB7211" w:rsidRDefault="00FB7211" w:rsidP="00BA484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Zaměstnanecký poměr k účastníkovi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B7211" w14:paraId="6B28E0B1" w14:textId="77777777" w:rsidTr="00FB7211">
        <w:trPr>
          <w:cantSplit/>
        </w:trPr>
        <w:sdt>
          <w:sdtPr>
            <w:rPr>
              <w:rFonts w:ascii="Verdana" w:hAnsi="Verdana"/>
            </w:rPr>
            <w:id w:val="804745449"/>
            <w:placeholder>
              <w:docPart w:val="7591A3CEB0CF44CA829DC529712762D5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1D915D6" w14:textId="77777777" w:rsidR="00FB7211" w:rsidRDefault="00FB7211" w:rsidP="00FB7211">
                <w:pPr>
                  <w:jc w:val="center"/>
                  <w:rPr>
                    <w:rFonts w:ascii="Verdana" w:hAnsi="Verdana" w:cs="Times New Roman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066765905"/>
            <w:placeholder>
              <w:docPart w:val="424FC33EBFD04CFCB05F4E1EC251A56F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111B0AE3" w14:textId="0A0BB343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374544623"/>
            <w:placeholder>
              <w:docPart w:val="4E39395637AE4EF9B47EEBD8F0FB9DA4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0279FC3" w14:textId="4141B720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002845AE" w14:textId="77777777" w:rsidTr="00FB7211">
        <w:trPr>
          <w:cantSplit/>
        </w:trPr>
        <w:sdt>
          <w:sdtPr>
            <w:rPr>
              <w:rFonts w:ascii="Verdana" w:hAnsi="Verdana"/>
            </w:rPr>
            <w:id w:val="-246503261"/>
            <w:placeholder>
              <w:docPart w:val="6349F57A6C4247888AB8DA23F91BD2BE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1A40D2E0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399041800"/>
            <w:placeholder>
              <w:docPart w:val="AC9312B00E2C4D1AA0979561E4754E6C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47AAC4CC" w14:textId="4B0B1CA0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697230593"/>
            <w:placeholder>
              <w:docPart w:val="184FA291A7FA49479B872B7D61105EF6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3E6967E" w14:textId="557D6C26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2F5E82B3" w14:textId="77777777" w:rsidTr="00FB7211">
        <w:trPr>
          <w:cantSplit/>
        </w:trPr>
        <w:sdt>
          <w:sdtPr>
            <w:rPr>
              <w:rFonts w:ascii="Verdana" w:hAnsi="Verdana"/>
            </w:rPr>
            <w:id w:val="-413313961"/>
            <w:placeholder>
              <w:docPart w:val="92D0C7473F9E4868BFD43493447EC2E7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405D8E3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408276940"/>
            <w:placeholder>
              <w:docPart w:val="669757814DD240279B64E51A7675AF49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7EF76693" w14:textId="0F5FEF80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43716323"/>
            <w:placeholder>
              <w:docPart w:val="AECDE91404074DB7AEBBB00AE08BA635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F5E4A8B" w14:textId="7D4C9B86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10EC8039" w14:textId="77777777" w:rsidTr="00FB7211">
        <w:trPr>
          <w:cantSplit/>
        </w:trPr>
        <w:sdt>
          <w:sdtPr>
            <w:rPr>
              <w:rFonts w:ascii="Verdana" w:hAnsi="Verdana"/>
            </w:rPr>
            <w:id w:val="-593859743"/>
            <w:placeholder>
              <w:docPart w:val="970F452A497F4CCEA79C2DE09179E48B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F179E74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611045988"/>
            <w:placeholder>
              <w:docPart w:val="8EFEACA92A2F4BB3A9F828885BA33137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30CBD95B" w14:textId="541F6F9F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755595397"/>
            <w:placeholder>
              <w:docPart w:val="72D9126FFEC04321ADD9E5B3864EF660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826BB4E" w14:textId="01EE5F54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1B93348B" w14:textId="77777777" w:rsidTr="00FB7211">
        <w:trPr>
          <w:cantSplit/>
        </w:trPr>
        <w:sdt>
          <w:sdtPr>
            <w:rPr>
              <w:rFonts w:ascii="Verdana" w:hAnsi="Verdana"/>
            </w:rPr>
            <w:id w:val="-411002862"/>
            <w:placeholder>
              <w:docPart w:val="1A35B4EE784B4475B14E3170C56F34C9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BFFB8DD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747995881"/>
            <w:placeholder>
              <w:docPart w:val="BF928EB9EF2D44A289B03447439D77DA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17145D45" w14:textId="644F1769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573467031"/>
            <w:placeholder>
              <w:docPart w:val="F007325B6F164AE49E69DA0C5215BAE6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C63CBED" w14:textId="175E489D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53EBD017" w14:textId="77777777" w:rsidTr="00FB7211">
        <w:trPr>
          <w:cantSplit/>
        </w:trPr>
        <w:sdt>
          <w:sdtPr>
            <w:rPr>
              <w:rFonts w:ascii="Verdana" w:hAnsi="Verdana"/>
            </w:rPr>
            <w:id w:val="1740521254"/>
            <w:placeholder>
              <w:docPart w:val="A18DADDC330C495DB4F117E2F394E219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79536C45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837230329"/>
            <w:placeholder>
              <w:docPart w:val="DF12440479CC45ECB66F25F1C8FE66C0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12" w:space="0" w:color="auto"/>
                  <w:right w:val="single" w:sz="6" w:space="0" w:color="auto"/>
                </w:tcBorders>
              </w:tcPr>
              <w:p w14:paraId="690CA861" w14:textId="1E88792B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606504677"/>
            <w:placeholder>
              <w:docPart w:val="A012F016D1E3429E95D01FD280503539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106D809D" w14:textId="034AD652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9AE005" w14:textId="77777777" w:rsidR="00CB377A" w:rsidRDefault="00CB377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0890D53E" w14:textId="77777777" w:rsidR="00CB377A" w:rsidRDefault="00CB377A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4595C905" w14:textId="2558E759" w:rsidR="00CB377A" w:rsidRDefault="00CB377A" w:rsidP="002126E7">
      <w:pPr>
        <w:rPr>
          <w:lang w:eastAsia="cs-CZ"/>
        </w:rPr>
      </w:pPr>
    </w:p>
    <w:p w14:paraId="5EB00BF6" w14:textId="22FE69B7" w:rsidR="00CB377A" w:rsidRDefault="00CB377A" w:rsidP="002126E7">
      <w:pPr>
        <w:rPr>
          <w:lang w:eastAsia="cs-CZ"/>
        </w:rPr>
      </w:pPr>
    </w:p>
    <w:p w14:paraId="152A5EBC" w14:textId="62D694A6" w:rsidR="00CB377A" w:rsidRDefault="00CB377A" w:rsidP="002126E7">
      <w:pPr>
        <w:rPr>
          <w:lang w:eastAsia="cs-CZ"/>
        </w:rPr>
      </w:pPr>
    </w:p>
    <w:p w14:paraId="5D119FA3" w14:textId="07553BDA" w:rsidR="00CB377A" w:rsidRDefault="00CB377A" w:rsidP="002126E7">
      <w:pPr>
        <w:rPr>
          <w:lang w:eastAsia="cs-CZ"/>
        </w:rPr>
      </w:pPr>
    </w:p>
    <w:p w14:paraId="6BE5BC6F" w14:textId="5F084092" w:rsidR="00293B61" w:rsidRDefault="00293B61">
      <w:pPr>
        <w:rPr>
          <w:lang w:eastAsia="cs-CZ"/>
        </w:rPr>
      </w:pPr>
      <w:r>
        <w:rPr>
          <w:lang w:eastAsia="cs-CZ"/>
        </w:rPr>
        <w:br w:type="page"/>
      </w:r>
    </w:p>
    <w:p w14:paraId="5AA1F94E" w14:textId="77777777" w:rsidR="00CB377A" w:rsidRDefault="00CB377A" w:rsidP="002126E7">
      <w:pPr>
        <w:rPr>
          <w:lang w:eastAsia="cs-CZ"/>
        </w:rPr>
      </w:pPr>
    </w:p>
    <w:p w14:paraId="6F33507F" w14:textId="77777777" w:rsidR="00CB377A" w:rsidRDefault="00CB377A" w:rsidP="002126E7">
      <w:pPr>
        <w:rPr>
          <w:lang w:eastAsia="cs-CZ"/>
        </w:rPr>
      </w:pPr>
    </w:p>
    <w:p w14:paraId="5F9A69BD" w14:textId="29D7FABE" w:rsidR="006827CF" w:rsidRPr="00364FF2" w:rsidRDefault="006827CF" w:rsidP="00CB377A">
      <w:pPr>
        <w:pStyle w:val="Nadpis2"/>
        <w:numPr>
          <w:ilvl w:val="0"/>
          <w:numId w:val="39"/>
        </w:numPr>
        <w:rPr>
          <w:lang w:eastAsia="cs-CZ"/>
        </w:rPr>
      </w:pPr>
      <w:bookmarkStart w:id="14" w:name="_Toc138838512"/>
      <w:r w:rsidRPr="002126E7">
        <w:t>Čestné</w:t>
      </w:r>
      <w:r w:rsidRPr="00AC029F">
        <w:rPr>
          <w:rFonts w:eastAsia="Times New Roman"/>
        </w:rPr>
        <w:t xml:space="preserve"> prohlášení o oprávnění ke vstupu do provozované železniční dopravní cesty</w:t>
      </w:r>
      <w:bookmarkEnd w:id="14"/>
    </w:p>
    <w:p w14:paraId="6F45A6AC" w14:textId="77777777" w:rsidR="00AC029F" w:rsidRDefault="00AC029F" w:rsidP="006827CF">
      <w:pPr>
        <w:jc w:val="both"/>
        <w:rPr>
          <w:rFonts w:ascii="Verdana" w:hAnsi="Verdana"/>
        </w:rPr>
      </w:pPr>
    </w:p>
    <w:p w14:paraId="16F79DE9" w14:textId="5DBB234A" w:rsidR="006827CF" w:rsidRDefault="006827CF" w:rsidP="006827CF">
      <w:pPr>
        <w:jc w:val="both"/>
      </w:pPr>
      <w:r>
        <w:rPr>
          <w:rFonts w:ascii="Verdana" w:hAnsi="Verdana"/>
        </w:rPr>
        <w:t>Účastník, který podává tuto nabídku, tímto čestně prohlašuje, že</w:t>
      </w:r>
    </w:p>
    <w:p w14:paraId="41D7734B" w14:textId="49E6BADD" w:rsidR="006827CF" w:rsidRDefault="006827CF" w:rsidP="006827CF">
      <w:pPr>
        <w:jc w:val="both"/>
        <w:rPr>
          <w:rFonts w:ascii="Verdana" w:hAnsi="Verdana"/>
        </w:rPr>
      </w:pPr>
      <w:r w:rsidRPr="006827CF">
        <w:rPr>
          <w:rFonts w:ascii="Verdana" w:hAnsi="Verdana"/>
        </w:rPr>
        <w:t xml:space="preserve">do 30 dní od podpisu </w:t>
      </w:r>
      <w:r>
        <w:rPr>
          <w:rFonts w:ascii="Verdana" w:hAnsi="Verdana"/>
        </w:rPr>
        <w:t>smlouvy</w:t>
      </w:r>
      <w:r w:rsidRPr="006827CF">
        <w:rPr>
          <w:rFonts w:ascii="Verdana" w:hAnsi="Verdana"/>
        </w:rPr>
        <w:t xml:space="preserve"> nebo nejpozději v den zahájení prací</w:t>
      </w:r>
      <w:r w:rsidR="00AC029F">
        <w:rPr>
          <w:rFonts w:ascii="Verdana" w:hAnsi="Verdana"/>
        </w:rPr>
        <w:t xml:space="preserve">, </w:t>
      </w:r>
      <w:r w:rsidRPr="006827CF">
        <w:rPr>
          <w:rFonts w:ascii="Verdana" w:hAnsi="Verdana"/>
        </w:rPr>
        <w:t>v případě, že od podpisu smlouvy do zahájení prací bude méně než 30 dní</w:t>
      </w:r>
      <w:r w:rsidR="00AC029F">
        <w:rPr>
          <w:rFonts w:ascii="Verdana" w:hAnsi="Verdana"/>
        </w:rPr>
        <w:t>,</w:t>
      </w:r>
      <w:r w:rsidRPr="006827CF">
        <w:rPr>
          <w:rFonts w:ascii="Verdana" w:hAnsi="Verdana"/>
        </w:rPr>
        <w:t xml:space="preserve"> budou mít všichni jeho zaměstnanci a zaměstnanci poddodavatelů podílejících se na veřejné zakázce</w:t>
      </w:r>
      <w:r w:rsidR="00AC029F">
        <w:rPr>
          <w:rFonts w:ascii="Verdana" w:hAnsi="Verdana"/>
        </w:rPr>
        <w:t xml:space="preserve"> vydáno </w:t>
      </w:r>
      <w:r w:rsidRPr="006827CF">
        <w:rPr>
          <w:rFonts w:ascii="Verdana" w:hAnsi="Verdana"/>
        </w:rPr>
        <w:t>oprávnění ke vstupu do provozované železniční dopravní cesty.</w:t>
      </w:r>
    </w:p>
    <w:p w14:paraId="02756420" w14:textId="421C3432" w:rsidR="00F86FD9" w:rsidRDefault="00F86FD9" w:rsidP="002126E7">
      <w:pPr>
        <w:rPr>
          <w:lang w:eastAsia="cs-CZ"/>
        </w:rPr>
      </w:pPr>
    </w:p>
    <w:p w14:paraId="4F0B4871" w14:textId="7EE6EE90" w:rsidR="006827CF" w:rsidRDefault="006827CF" w:rsidP="002126E7">
      <w:pPr>
        <w:rPr>
          <w:lang w:eastAsia="cs-CZ"/>
        </w:rPr>
      </w:pPr>
    </w:p>
    <w:p w14:paraId="7C5B1081" w14:textId="4C95315A" w:rsidR="006827CF" w:rsidRDefault="006827CF" w:rsidP="002126E7">
      <w:pPr>
        <w:rPr>
          <w:lang w:eastAsia="cs-CZ"/>
        </w:rPr>
      </w:pPr>
    </w:p>
    <w:p w14:paraId="129339B7" w14:textId="3519EA29" w:rsidR="006827CF" w:rsidRDefault="006827CF" w:rsidP="002126E7">
      <w:pPr>
        <w:rPr>
          <w:lang w:eastAsia="cs-CZ"/>
        </w:rPr>
      </w:pPr>
    </w:p>
    <w:p w14:paraId="3E390814" w14:textId="2CF7B14C" w:rsidR="006827CF" w:rsidRDefault="006827CF" w:rsidP="002126E7">
      <w:pPr>
        <w:rPr>
          <w:lang w:eastAsia="cs-CZ"/>
        </w:rPr>
      </w:pPr>
    </w:p>
    <w:p w14:paraId="355975C5" w14:textId="74E948D5" w:rsidR="006827CF" w:rsidRDefault="006827CF" w:rsidP="002126E7">
      <w:pPr>
        <w:rPr>
          <w:lang w:eastAsia="cs-CZ"/>
        </w:rPr>
      </w:pPr>
    </w:p>
    <w:p w14:paraId="349BFBFB" w14:textId="5F1E9589" w:rsidR="006827CF" w:rsidRDefault="006827CF" w:rsidP="002126E7">
      <w:pPr>
        <w:rPr>
          <w:lang w:eastAsia="cs-CZ"/>
        </w:rPr>
      </w:pPr>
    </w:p>
    <w:p w14:paraId="335BA24E" w14:textId="5D6E55A3" w:rsidR="006827CF" w:rsidRDefault="006827CF" w:rsidP="002126E7">
      <w:pPr>
        <w:rPr>
          <w:lang w:eastAsia="cs-CZ"/>
        </w:rPr>
      </w:pPr>
    </w:p>
    <w:p w14:paraId="6CD83D1B" w14:textId="3EAD2E6B" w:rsidR="006827CF" w:rsidRDefault="006827CF" w:rsidP="002126E7">
      <w:pPr>
        <w:rPr>
          <w:lang w:eastAsia="cs-CZ"/>
        </w:rPr>
      </w:pPr>
    </w:p>
    <w:p w14:paraId="14DA9138" w14:textId="2001DCB9" w:rsidR="006827CF" w:rsidRDefault="006827CF" w:rsidP="002126E7">
      <w:pPr>
        <w:rPr>
          <w:lang w:eastAsia="cs-CZ"/>
        </w:rPr>
      </w:pPr>
    </w:p>
    <w:p w14:paraId="027D74B6" w14:textId="21F312E1" w:rsidR="006827CF" w:rsidRDefault="006827CF" w:rsidP="002126E7">
      <w:pPr>
        <w:rPr>
          <w:lang w:eastAsia="cs-CZ"/>
        </w:rPr>
      </w:pPr>
    </w:p>
    <w:p w14:paraId="05281464" w14:textId="6DA2F1DA" w:rsidR="006827CF" w:rsidRDefault="006827CF" w:rsidP="002126E7">
      <w:pPr>
        <w:rPr>
          <w:lang w:eastAsia="cs-CZ"/>
        </w:rPr>
      </w:pPr>
    </w:p>
    <w:p w14:paraId="1F253ADF" w14:textId="72504E75" w:rsidR="006827CF" w:rsidRDefault="006827CF" w:rsidP="002126E7">
      <w:pPr>
        <w:rPr>
          <w:lang w:eastAsia="cs-CZ"/>
        </w:rPr>
      </w:pPr>
    </w:p>
    <w:p w14:paraId="0DDEC95B" w14:textId="36DF5C6F" w:rsidR="006827CF" w:rsidRDefault="006827CF" w:rsidP="002126E7">
      <w:pPr>
        <w:rPr>
          <w:lang w:eastAsia="cs-CZ"/>
        </w:rPr>
      </w:pPr>
    </w:p>
    <w:p w14:paraId="31E9E6E4" w14:textId="754B8720" w:rsidR="006827CF" w:rsidRDefault="006827CF" w:rsidP="002126E7">
      <w:pPr>
        <w:rPr>
          <w:lang w:eastAsia="cs-CZ"/>
        </w:rPr>
      </w:pPr>
    </w:p>
    <w:p w14:paraId="6D8BCFB5" w14:textId="27AC40FA" w:rsidR="006827CF" w:rsidRDefault="006827CF" w:rsidP="002126E7">
      <w:pPr>
        <w:rPr>
          <w:lang w:eastAsia="cs-CZ"/>
        </w:rPr>
      </w:pPr>
    </w:p>
    <w:p w14:paraId="164571CB" w14:textId="012B2A5A" w:rsidR="006827CF" w:rsidRDefault="006827CF" w:rsidP="002126E7">
      <w:pPr>
        <w:rPr>
          <w:lang w:eastAsia="cs-CZ"/>
        </w:rPr>
      </w:pPr>
    </w:p>
    <w:p w14:paraId="70047B9C" w14:textId="7707035C" w:rsidR="006827CF" w:rsidRDefault="006827CF" w:rsidP="002126E7">
      <w:pPr>
        <w:rPr>
          <w:lang w:eastAsia="cs-CZ"/>
        </w:rPr>
      </w:pPr>
    </w:p>
    <w:p w14:paraId="6318D72E" w14:textId="4B03FC2B" w:rsidR="006827CF" w:rsidRDefault="006827CF" w:rsidP="002126E7">
      <w:pPr>
        <w:rPr>
          <w:lang w:eastAsia="cs-CZ"/>
        </w:rPr>
      </w:pPr>
    </w:p>
    <w:p w14:paraId="72EDCC25" w14:textId="27BD8F12" w:rsidR="006827CF" w:rsidRDefault="006827CF" w:rsidP="002126E7">
      <w:pPr>
        <w:rPr>
          <w:lang w:eastAsia="cs-CZ"/>
        </w:rPr>
      </w:pPr>
    </w:p>
    <w:p w14:paraId="2E26611C" w14:textId="11683229" w:rsidR="006827CF" w:rsidRDefault="006827CF" w:rsidP="002126E7">
      <w:pPr>
        <w:rPr>
          <w:lang w:eastAsia="cs-CZ"/>
        </w:rPr>
      </w:pPr>
    </w:p>
    <w:p w14:paraId="65591134" w14:textId="24F5EE94" w:rsidR="006827CF" w:rsidRDefault="006827CF" w:rsidP="002126E7">
      <w:pPr>
        <w:rPr>
          <w:lang w:eastAsia="cs-CZ"/>
        </w:rPr>
      </w:pPr>
    </w:p>
    <w:p w14:paraId="09CE72D2" w14:textId="77777777" w:rsidR="006827CF" w:rsidRDefault="006827CF" w:rsidP="002126E7">
      <w:pPr>
        <w:rPr>
          <w:lang w:eastAsia="cs-CZ"/>
        </w:rPr>
      </w:pPr>
    </w:p>
    <w:p w14:paraId="7B3BFE57" w14:textId="5A04366E" w:rsidR="006827CF" w:rsidRDefault="006827CF" w:rsidP="002126E7">
      <w:pPr>
        <w:rPr>
          <w:lang w:eastAsia="cs-CZ"/>
        </w:rPr>
      </w:pPr>
    </w:p>
    <w:p w14:paraId="6EA9131E" w14:textId="77777777" w:rsidR="00FB7211" w:rsidRDefault="00FB7211" w:rsidP="002126E7">
      <w:pPr>
        <w:rPr>
          <w:lang w:eastAsia="cs-CZ"/>
        </w:rPr>
      </w:pPr>
    </w:p>
    <w:p w14:paraId="0B34B067" w14:textId="528CE68C" w:rsidR="002126E7" w:rsidRDefault="002126E7" w:rsidP="002126E7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027E55">
      <w:headerReference w:type="first" r:id="rId16"/>
      <w:footerReference w:type="first" r:id="rId17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AAF266" w16cex:dateUtc="2023-03-02T09:01:00Z"/>
  <w16cex:commentExtensible w16cex:durableId="27B2D51D" w16cex:dateUtc="2023-03-08T08:34:00Z"/>
  <w16cex:commentExtensible w16cex:durableId="27AB02C4" w16cex:dateUtc="2023-03-02T10:1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43F9B2" w14:textId="77777777" w:rsidR="006F3330" w:rsidRDefault="006F3330" w:rsidP="00962258">
      <w:pPr>
        <w:spacing w:after="0" w:line="240" w:lineRule="auto"/>
      </w:pPr>
      <w:r>
        <w:separator/>
      </w:r>
    </w:p>
  </w:endnote>
  <w:endnote w:type="continuationSeparator" w:id="0">
    <w:p w14:paraId="1BF33654" w14:textId="77777777" w:rsidR="006F3330" w:rsidRDefault="006F333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D2FAD66" w14:textId="77777777" w:rsidR="0024278E" w:rsidRDefault="0024278E" w:rsidP="0024278E">
          <w:pPr>
            <w:pStyle w:val="Zpat"/>
          </w:pPr>
          <w:r>
            <w:t>Oblastní ředitelství Ústí nad Labem</w:t>
          </w:r>
        </w:p>
        <w:p w14:paraId="491BE916" w14:textId="77777777" w:rsidR="0024278E" w:rsidRDefault="0024278E" w:rsidP="0024278E">
          <w:pPr>
            <w:pStyle w:val="Zpat"/>
          </w:pPr>
          <w:r>
            <w:t>Železničářská 1386/31</w:t>
          </w:r>
        </w:p>
        <w:p w14:paraId="3F9D14E1" w14:textId="4EC9D253" w:rsidR="00A327CB" w:rsidRDefault="0024278E" w:rsidP="0024278E">
          <w:pPr>
            <w:pStyle w:val="Zpat"/>
          </w:pPr>
          <w:r>
            <w:t>400 03 Ústí nad Labem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575DB2" w14:textId="77777777" w:rsidR="006F3330" w:rsidRDefault="006F3330" w:rsidP="00962258">
      <w:pPr>
        <w:spacing w:after="0" w:line="240" w:lineRule="auto"/>
      </w:pPr>
      <w:r>
        <w:separator/>
      </w:r>
    </w:p>
  </w:footnote>
  <w:footnote w:type="continuationSeparator" w:id="0">
    <w:p w14:paraId="3BC2D574" w14:textId="77777777" w:rsidR="006F3330" w:rsidRDefault="006F3330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0830073D" w14:textId="77777777" w:rsidR="00A327CB" w:rsidRDefault="00A327CB" w:rsidP="000128D4">
      <w:pPr>
        <w:pStyle w:val="Textpoznpodarou"/>
        <w:rPr>
          <w:rFonts w:ascii="Calibri" w:hAnsi="Calibri"/>
        </w:rPr>
      </w:pPr>
      <w:r>
        <w:rPr>
          <w:rStyle w:val="Znakapoznpodarou"/>
          <w:rFonts w:ascii="Calibri" w:hAnsi="Calibri"/>
        </w:rPr>
        <w:footnoteRef/>
      </w:r>
      <w:r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>Zákon č. 563/1991 Sb., o účetnictví, ve znění pozdějších předpisů.</w:t>
      </w:r>
    </w:p>
  </w:footnote>
  <w:footnote w:id="5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6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7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8">
    <w:p w14:paraId="073F982E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9">
    <w:p w14:paraId="2DBDD00A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836A0" w14:textId="5B4E56B7" w:rsidR="00FA002F" w:rsidRPr="00D6163D" w:rsidRDefault="00FA002F" w:rsidP="00FC6389">
    <w:pPr>
      <w:pStyle w:val="Zhlav"/>
      <w:rPr>
        <w:sz w:val="8"/>
        <w:szCs w:val="8"/>
      </w:rPr>
    </w:pPr>
  </w:p>
  <w:p w14:paraId="18946993" w14:textId="77777777" w:rsidR="00FA002F" w:rsidRPr="00460660" w:rsidRDefault="00FA002F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D7721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C15B3"/>
    <w:multiLevelType w:val="hybridMultilevel"/>
    <w:tmpl w:val="6EF4E80A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A66DD"/>
    <w:multiLevelType w:val="hybridMultilevel"/>
    <w:tmpl w:val="46B2AA36"/>
    <w:lvl w:ilvl="0" w:tplc="CA08520E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4ED57EA0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C34E70"/>
    <w:multiLevelType w:val="hybridMultilevel"/>
    <w:tmpl w:val="D7B6FAFC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AF0A8C"/>
    <w:multiLevelType w:val="multilevel"/>
    <w:tmpl w:val="0D34D660"/>
    <w:numStyleLink w:val="ListBulletmultilevel"/>
  </w:abstractNum>
  <w:abstractNum w:abstractNumId="15" w15:restartNumberingAfterBreak="0">
    <w:nsid w:val="74070991"/>
    <w:multiLevelType w:val="multilevel"/>
    <w:tmpl w:val="CABE99FC"/>
    <w:numStyleLink w:val="ListNumbermultilevel"/>
  </w:abstractNum>
  <w:abstractNum w:abstractNumId="16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7"/>
  </w:num>
  <w:num w:numId="6">
    <w:abstractNumId w:val="9"/>
  </w:num>
  <w:num w:numId="7">
    <w:abstractNumId w:val="0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15"/>
  </w:num>
  <w:num w:numId="17">
    <w:abstractNumId w:val="4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9"/>
  </w:num>
  <w:num w:numId="23">
    <w:abstractNumId w:val="1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15"/>
  </w:num>
  <w:num w:numId="29">
    <w:abstractNumId w:val="4"/>
  </w:num>
  <w:num w:numId="30">
    <w:abstractNumId w:val="15"/>
  </w:num>
  <w:num w:numId="31">
    <w:abstractNumId w:val="15"/>
  </w:num>
  <w:num w:numId="32">
    <w:abstractNumId w:val="15"/>
  </w:num>
  <w:num w:numId="33">
    <w:abstractNumId w:val="15"/>
  </w:num>
  <w:num w:numId="34">
    <w:abstractNumId w:val="5"/>
  </w:num>
  <w:num w:numId="35">
    <w:abstractNumId w:val="18"/>
  </w:num>
  <w:num w:numId="36">
    <w:abstractNumId w:val="2"/>
  </w:num>
  <w:num w:numId="37">
    <w:abstractNumId w:val="16"/>
  </w:num>
  <w:num w:numId="38">
    <w:abstractNumId w:val="3"/>
  </w:num>
  <w:num w:numId="39">
    <w:abstractNumId w:val="8"/>
  </w:num>
  <w:num w:numId="40">
    <w:abstractNumId w:val="13"/>
  </w:num>
  <w:num w:numId="41">
    <w:abstractNumId w:val="12"/>
  </w:num>
  <w:num w:numId="42">
    <w:abstractNumId w:val="6"/>
  </w:num>
  <w:num w:numId="43">
    <w:abstractNumId w:val="1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23A7"/>
    <w:rsid w:val="000F5766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0DFF"/>
    <w:rsid w:val="002126E7"/>
    <w:rsid w:val="002243A8"/>
    <w:rsid w:val="00224560"/>
    <w:rsid w:val="00225620"/>
    <w:rsid w:val="002305E9"/>
    <w:rsid w:val="0023070F"/>
    <w:rsid w:val="0024278E"/>
    <w:rsid w:val="002767CC"/>
    <w:rsid w:val="00280E07"/>
    <w:rsid w:val="00293B61"/>
    <w:rsid w:val="00293E5A"/>
    <w:rsid w:val="002B65F0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17301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4747A"/>
    <w:rsid w:val="00654420"/>
    <w:rsid w:val="00660AD3"/>
    <w:rsid w:val="0067079F"/>
    <w:rsid w:val="0067790F"/>
    <w:rsid w:val="00677B7F"/>
    <w:rsid w:val="006827CF"/>
    <w:rsid w:val="006A5570"/>
    <w:rsid w:val="006A689C"/>
    <w:rsid w:val="006B3485"/>
    <w:rsid w:val="006B3D79"/>
    <w:rsid w:val="006C2F26"/>
    <w:rsid w:val="006D7AFE"/>
    <w:rsid w:val="006E0578"/>
    <w:rsid w:val="006E314D"/>
    <w:rsid w:val="006E5C6C"/>
    <w:rsid w:val="006E73DC"/>
    <w:rsid w:val="006F3330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138A5"/>
    <w:rsid w:val="00922385"/>
    <w:rsid w:val="009223DF"/>
    <w:rsid w:val="00923DE9"/>
    <w:rsid w:val="00924ACC"/>
    <w:rsid w:val="00936091"/>
    <w:rsid w:val="00940D8A"/>
    <w:rsid w:val="00962258"/>
    <w:rsid w:val="009642AA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029F"/>
    <w:rsid w:val="00AC1810"/>
    <w:rsid w:val="00AC4D2D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1192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94BAE"/>
    <w:rsid w:val="00CB377A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A444A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239B"/>
    <w:rsid w:val="00F5558F"/>
    <w:rsid w:val="00F659EB"/>
    <w:rsid w:val="00F76E9F"/>
    <w:rsid w:val="00F814D9"/>
    <w:rsid w:val="00F86BA6"/>
    <w:rsid w:val="00F86FD9"/>
    <w:rsid w:val="00FA002F"/>
    <w:rsid w:val="00FB7211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  <w:style w:type="paragraph" w:customStyle="1" w:styleId="tabulka">
    <w:name w:val="tabulka"/>
    <w:basedOn w:val="Normln"/>
    <w:uiPriority w:val="99"/>
    <w:rsid w:val="00F86FD9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293B6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293B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93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24" Type="http://schemas.microsoft.com/office/2018/08/relationships/commentsExtensible" Target="commentsExtensible.xml"/><Relationship Id="rId5" Type="http://schemas.openxmlformats.org/officeDocument/2006/relationships/numbering" Target="numbering.xml"/><Relationship Id="rId15" Type="http://schemas.openxmlformats.org/officeDocument/2006/relationships/hyperlink" Target="aspi://module='ASPI'&amp;link='134/2016%20Sb.%2523'&amp;ucin-k-dni='30.12.9999'" TargetMode="Externa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BD1018FEB8D43CB9D52E2F9495FF1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FA75D3-296B-43FA-86B6-2591638FFABC}"/>
      </w:docPartPr>
      <w:docPartBody>
        <w:p w:rsidR="00AE45FC" w:rsidRDefault="00495FA0" w:rsidP="00495FA0">
          <w:pPr>
            <w:pStyle w:val="0BD1018FEB8D43CB9D52E2F9495FF1A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5428E6DE9194E5387E153755E89B0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B89CF5-6E74-471E-86C0-4F4CDFD5670D}"/>
      </w:docPartPr>
      <w:docPartBody>
        <w:p w:rsidR="00AE45FC" w:rsidRDefault="00495FA0" w:rsidP="00495FA0">
          <w:pPr>
            <w:pStyle w:val="65428E6DE9194E5387E153755E89B02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BD0F25702A2479682EA42111C2956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B23AB0-B885-460C-A06B-A916790124C7}"/>
      </w:docPartPr>
      <w:docPartBody>
        <w:p w:rsidR="00AE45FC" w:rsidRDefault="00495FA0" w:rsidP="00495FA0">
          <w:pPr>
            <w:pStyle w:val="3BD0F25702A2479682EA42111C29562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A141EA40974E7889EBCE53618FF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D2FEF9-E62A-4029-9DA7-85523F315490}"/>
      </w:docPartPr>
      <w:docPartBody>
        <w:p w:rsidR="00AE45FC" w:rsidRDefault="00495FA0" w:rsidP="00495FA0">
          <w:pPr>
            <w:pStyle w:val="4EA141EA40974E7889EBCE53618FFF7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ABEAB1C1D75492B87E99FAFD34CAF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208C2A-1782-4783-A8C2-04EA51912467}"/>
      </w:docPartPr>
      <w:docPartBody>
        <w:p w:rsidR="00AE45FC" w:rsidRDefault="00495FA0" w:rsidP="00495FA0">
          <w:pPr>
            <w:pStyle w:val="4ABEAB1C1D75492B87E99FAFD34CAFE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443CFE69840499A54505DC3AE6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E3FC0-B6D4-4FF9-9A87-FFA289ECC71F}"/>
      </w:docPartPr>
      <w:docPartBody>
        <w:p w:rsidR="00AE45FC" w:rsidRDefault="00495FA0" w:rsidP="00495FA0">
          <w:pPr>
            <w:pStyle w:val="759443CFE69840499A54505DC3AE6A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1B40D9DB7E0449F96C062ED23429E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6666F2-F0ED-4373-81A7-EB4C647E02FB}"/>
      </w:docPartPr>
      <w:docPartBody>
        <w:p w:rsidR="00AE45FC" w:rsidRDefault="00495FA0" w:rsidP="00495FA0">
          <w:pPr>
            <w:pStyle w:val="51B40D9DB7E0449F96C062ED23429E8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69F72DEC41846EDB36F5EEC4A661C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F6311-3D7D-46C0-ABC5-8FF2BAFACFFF}"/>
      </w:docPartPr>
      <w:docPartBody>
        <w:p w:rsidR="00AE45FC" w:rsidRDefault="00495FA0" w:rsidP="00495FA0">
          <w:pPr>
            <w:pStyle w:val="069F72DEC41846EDB36F5EEC4A661C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E072CE91767430CAA9D9F66555756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2EE478-B5AE-49C9-AF55-C3041654F310}"/>
      </w:docPartPr>
      <w:docPartBody>
        <w:p w:rsidR="00AE45FC" w:rsidRDefault="00495FA0" w:rsidP="00495FA0">
          <w:pPr>
            <w:pStyle w:val="9E072CE91767430CAA9D9F66555756D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F732DF9FF94D63B17EAAE5B7A0D3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B1F115-E51F-43B4-92AA-45233A92F1C2}"/>
      </w:docPartPr>
      <w:docPartBody>
        <w:p w:rsidR="00AE45FC" w:rsidRDefault="00495FA0" w:rsidP="00495FA0">
          <w:pPr>
            <w:pStyle w:val="C3F732DF9FF94D63B17EAAE5B7A0D3D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C36EA2621E849D7A81FBB62976875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AE8547-4F87-4A64-9534-299B0B8F9597}"/>
      </w:docPartPr>
      <w:docPartBody>
        <w:p w:rsidR="00AE45FC" w:rsidRDefault="00495FA0" w:rsidP="00495FA0">
          <w:pPr>
            <w:pStyle w:val="FC36EA2621E849D7A81FBB629768758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8CD3796040C4292BAC524A34C532B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AF57F3-4DDB-497E-BAFE-E14AF8EA28A5}"/>
      </w:docPartPr>
      <w:docPartBody>
        <w:p w:rsidR="00AE45FC" w:rsidRDefault="00495FA0" w:rsidP="00495FA0">
          <w:pPr>
            <w:pStyle w:val="28CD3796040C4292BAC524A34C532B9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1A3CEB0CF44CA829DC529712762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10CC19-E430-4535-A17B-28B54610DE25}"/>
      </w:docPartPr>
      <w:docPartBody>
        <w:p w:rsidR="005E17D6" w:rsidRDefault="00E93E15" w:rsidP="00E93E15">
          <w:pPr>
            <w:pStyle w:val="7591A3CEB0CF44CA829DC529712762D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24FC33EBFD04CFCB05F4E1EC251A5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6F1A0B-4BBE-4223-929E-E8DC7BF4FD8C}"/>
      </w:docPartPr>
      <w:docPartBody>
        <w:p w:rsidR="005E17D6" w:rsidRDefault="00E93E15" w:rsidP="00E93E15">
          <w:pPr>
            <w:pStyle w:val="424FC33EBFD04CFCB05F4E1EC251A56F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39395637AE4EF9B47EEBD8F0FB9D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BBE3B4-4260-44F5-B608-E943A56D2D80}"/>
      </w:docPartPr>
      <w:docPartBody>
        <w:p w:rsidR="005E17D6" w:rsidRDefault="00E93E15" w:rsidP="00E93E15">
          <w:pPr>
            <w:pStyle w:val="4E39395637AE4EF9B47EEBD8F0FB9DA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349F57A6C4247888AB8DA23F91BD2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82C068-808F-47FE-991F-9E9429FDA1DA}"/>
      </w:docPartPr>
      <w:docPartBody>
        <w:p w:rsidR="005E17D6" w:rsidRDefault="00E93E15" w:rsidP="00E93E15">
          <w:pPr>
            <w:pStyle w:val="6349F57A6C4247888AB8DA23F91BD2BE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C9312B00E2C4D1AA0979561E4754E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27B5C3-F114-4D08-8678-07E92F87193C}"/>
      </w:docPartPr>
      <w:docPartBody>
        <w:p w:rsidR="005E17D6" w:rsidRDefault="00E93E15" w:rsidP="00E93E15">
          <w:pPr>
            <w:pStyle w:val="AC9312B00E2C4D1AA0979561E4754E6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184FA291A7FA49479B872B7D61105E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9D56FF-28A8-448D-9A8A-5688CFEEC341}"/>
      </w:docPartPr>
      <w:docPartBody>
        <w:p w:rsidR="005E17D6" w:rsidRDefault="00E93E15" w:rsidP="00E93E15">
          <w:pPr>
            <w:pStyle w:val="184FA291A7FA49479B872B7D61105EF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2D0C7473F9E4868BFD43493447EC2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A6C56-6B66-4AC2-A8D3-C379E4EABA99}"/>
      </w:docPartPr>
      <w:docPartBody>
        <w:p w:rsidR="005E17D6" w:rsidRDefault="00E93E15" w:rsidP="00E93E15">
          <w:pPr>
            <w:pStyle w:val="92D0C7473F9E4868BFD43493447EC2E7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69757814DD240279B64E51A7675AF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7F39FB-61F4-40F4-A4BC-0967097B35B1}"/>
      </w:docPartPr>
      <w:docPartBody>
        <w:p w:rsidR="005E17D6" w:rsidRDefault="00E93E15" w:rsidP="00E93E15">
          <w:pPr>
            <w:pStyle w:val="669757814DD240279B64E51A7675AF4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ECDE91404074DB7AEBBB00AE08BA6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9947DA-8408-42F6-9337-E4F41D187210}"/>
      </w:docPartPr>
      <w:docPartBody>
        <w:p w:rsidR="005E17D6" w:rsidRDefault="00E93E15" w:rsidP="00E93E15">
          <w:pPr>
            <w:pStyle w:val="AECDE91404074DB7AEBBB00AE08BA63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70F452A497F4CCEA79C2DE09179E4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6B6645-8812-4BEE-AB14-B89FB8466B16}"/>
      </w:docPartPr>
      <w:docPartBody>
        <w:p w:rsidR="005E17D6" w:rsidRDefault="00E93E15" w:rsidP="00E93E15">
          <w:pPr>
            <w:pStyle w:val="970F452A497F4CCEA79C2DE09179E48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8EFEACA92A2F4BB3A9F828885BA331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E2980-0615-4F6A-A160-3BE43E81D168}"/>
      </w:docPartPr>
      <w:docPartBody>
        <w:p w:rsidR="005E17D6" w:rsidRDefault="00E93E15" w:rsidP="00E93E15">
          <w:pPr>
            <w:pStyle w:val="8EFEACA92A2F4BB3A9F828885BA33137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2D9126FFEC04321ADD9E5B3864EF6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C5E8CD-C0A0-43FF-A7CA-A608A8806A81}"/>
      </w:docPartPr>
      <w:docPartBody>
        <w:p w:rsidR="005E17D6" w:rsidRDefault="00E93E15" w:rsidP="00E93E15">
          <w:pPr>
            <w:pStyle w:val="72D9126FFEC04321ADD9E5B3864EF660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1A35B4EE784B4475B14E3170C56F34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34E751-227B-4E7A-B95C-8704FA285774}"/>
      </w:docPartPr>
      <w:docPartBody>
        <w:p w:rsidR="005E17D6" w:rsidRDefault="00E93E15" w:rsidP="00E93E15">
          <w:pPr>
            <w:pStyle w:val="1A35B4EE784B4475B14E3170C56F34C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BF928EB9EF2D44A289B03447439D77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0033B2-9368-4264-928D-BDA69C435F58}"/>
      </w:docPartPr>
      <w:docPartBody>
        <w:p w:rsidR="005E17D6" w:rsidRDefault="00E93E15" w:rsidP="00E93E15">
          <w:pPr>
            <w:pStyle w:val="BF928EB9EF2D44A289B03447439D77D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007325B6F164AE49E69DA0C5215BA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AFD28C-3727-49BD-8B57-0B0966C2FE50}"/>
      </w:docPartPr>
      <w:docPartBody>
        <w:p w:rsidR="005E17D6" w:rsidRDefault="00E93E15" w:rsidP="00E93E15">
          <w:pPr>
            <w:pStyle w:val="F007325B6F164AE49E69DA0C5215BAE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18DADDC330C495DB4F117E2F394E2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F846A8-49D3-4610-8D4B-F4D3CD956AB7}"/>
      </w:docPartPr>
      <w:docPartBody>
        <w:p w:rsidR="005E17D6" w:rsidRDefault="00E93E15" w:rsidP="00E93E15">
          <w:pPr>
            <w:pStyle w:val="A18DADDC330C495DB4F117E2F394E21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F12440479CC45ECB66F25F1C8FE66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3D51E3-DF76-442C-ACC2-E6C70DEF1EBA}"/>
      </w:docPartPr>
      <w:docPartBody>
        <w:p w:rsidR="005E17D6" w:rsidRDefault="00E93E15" w:rsidP="00E93E15">
          <w:pPr>
            <w:pStyle w:val="DF12440479CC45ECB66F25F1C8FE66C0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012F016D1E3429E95D01FD2805035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C8E3A0-14D6-44AB-8A11-33D80411E15E}"/>
      </w:docPartPr>
      <w:docPartBody>
        <w:p w:rsidR="005E17D6" w:rsidRDefault="00E93E15" w:rsidP="00E93E15">
          <w:pPr>
            <w:pStyle w:val="A012F016D1E3429E95D01FD280503539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FA0"/>
    <w:rsid w:val="00140657"/>
    <w:rsid w:val="00495FA0"/>
    <w:rsid w:val="005E17D6"/>
    <w:rsid w:val="00702C56"/>
    <w:rsid w:val="00845CFC"/>
    <w:rsid w:val="00964FB4"/>
    <w:rsid w:val="00A04586"/>
    <w:rsid w:val="00AE45FC"/>
    <w:rsid w:val="00E9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3E15"/>
  </w:style>
  <w:style w:type="paragraph" w:customStyle="1" w:styleId="0BD1018FEB8D43CB9D52E2F9495FF1A8">
    <w:name w:val="0BD1018FEB8D43CB9D52E2F9495FF1A8"/>
    <w:rsid w:val="00495FA0"/>
  </w:style>
  <w:style w:type="paragraph" w:customStyle="1" w:styleId="65428E6DE9194E5387E153755E89B02B">
    <w:name w:val="65428E6DE9194E5387E153755E89B02B"/>
    <w:rsid w:val="00495FA0"/>
  </w:style>
  <w:style w:type="paragraph" w:customStyle="1" w:styleId="3BD0F25702A2479682EA42111C295624">
    <w:name w:val="3BD0F25702A2479682EA42111C295624"/>
    <w:rsid w:val="00495FA0"/>
  </w:style>
  <w:style w:type="paragraph" w:customStyle="1" w:styleId="4EA141EA40974E7889EBCE53618FFF7C">
    <w:name w:val="4EA141EA40974E7889EBCE53618FFF7C"/>
    <w:rsid w:val="00495FA0"/>
  </w:style>
  <w:style w:type="paragraph" w:customStyle="1" w:styleId="4ABEAB1C1D75492B87E99FAFD34CAFE5">
    <w:name w:val="4ABEAB1C1D75492B87E99FAFD34CAFE5"/>
    <w:rsid w:val="00495FA0"/>
  </w:style>
  <w:style w:type="paragraph" w:customStyle="1" w:styleId="759443CFE69840499A54505DC3AE6A44">
    <w:name w:val="759443CFE69840499A54505DC3AE6A44"/>
    <w:rsid w:val="00495FA0"/>
  </w:style>
  <w:style w:type="paragraph" w:customStyle="1" w:styleId="51B40D9DB7E0449F96C062ED23429E85">
    <w:name w:val="51B40D9DB7E0449F96C062ED23429E85"/>
    <w:rsid w:val="00495FA0"/>
  </w:style>
  <w:style w:type="paragraph" w:customStyle="1" w:styleId="069F72DEC41846EDB36F5EEC4A661C14">
    <w:name w:val="069F72DEC41846EDB36F5EEC4A661C14"/>
    <w:rsid w:val="00495FA0"/>
  </w:style>
  <w:style w:type="paragraph" w:customStyle="1" w:styleId="9E072CE91767430CAA9D9F66555756D8">
    <w:name w:val="9E072CE91767430CAA9D9F66555756D8"/>
    <w:rsid w:val="00495FA0"/>
  </w:style>
  <w:style w:type="paragraph" w:customStyle="1" w:styleId="C3F732DF9FF94D63B17EAAE5B7A0D3D2">
    <w:name w:val="C3F732DF9FF94D63B17EAAE5B7A0D3D2"/>
    <w:rsid w:val="00495FA0"/>
  </w:style>
  <w:style w:type="paragraph" w:customStyle="1" w:styleId="A589BA781246449CBB8DA87AAFB3C1B4">
    <w:name w:val="A589BA781246449CBB8DA87AAFB3C1B4"/>
    <w:rsid w:val="00495FA0"/>
  </w:style>
  <w:style w:type="paragraph" w:customStyle="1" w:styleId="C3D2F334D1974AA98D1D89B18047EBAC">
    <w:name w:val="C3D2F334D1974AA98D1D89B18047EBAC"/>
    <w:rsid w:val="00495FA0"/>
  </w:style>
  <w:style w:type="paragraph" w:customStyle="1" w:styleId="D56A3AB9E81045F5A4F98BD29323BF44">
    <w:name w:val="D56A3AB9E81045F5A4F98BD29323BF44"/>
    <w:rsid w:val="00495FA0"/>
  </w:style>
  <w:style w:type="paragraph" w:customStyle="1" w:styleId="909C3C0DC3294D51935896771B67781D">
    <w:name w:val="909C3C0DC3294D51935896771B67781D"/>
    <w:rsid w:val="00495FA0"/>
  </w:style>
  <w:style w:type="paragraph" w:customStyle="1" w:styleId="FC36EA2621E849D7A81FBB6297687589">
    <w:name w:val="FC36EA2621E849D7A81FBB6297687589"/>
    <w:rsid w:val="00495FA0"/>
  </w:style>
  <w:style w:type="paragraph" w:customStyle="1" w:styleId="28CD3796040C4292BAC524A34C532B96">
    <w:name w:val="28CD3796040C4292BAC524A34C532B96"/>
    <w:rsid w:val="00495FA0"/>
  </w:style>
  <w:style w:type="paragraph" w:customStyle="1" w:styleId="B486E7F0BC254CBE9ED89F5035739774">
    <w:name w:val="B486E7F0BC254CBE9ED89F5035739774"/>
    <w:rsid w:val="00E93E15"/>
  </w:style>
  <w:style w:type="paragraph" w:customStyle="1" w:styleId="D5308381836C48DAAE5B8803FE70BCF5">
    <w:name w:val="D5308381836C48DAAE5B8803FE70BCF5"/>
    <w:rsid w:val="00E93E15"/>
  </w:style>
  <w:style w:type="paragraph" w:customStyle="1" w:styleId="FE1C2BE9A51D41E381980F0E3240B25B">
    <w:name w:val="FE1C2BE9A51D41E381980F0E3240B25B"/>
    <w:rsid w:val="00E93E15"/>
  </w:style>
  <w:style w:type="paragraph" w:customStyle="1" w:styleId="1E063942796446D8841CADA0E84F16A3">
    <w:name w:val="1E063942796446D8841CADA0E84F16A3"/>
    <w:rsid w:val="00E93E15"/>
  </w:style>
  <w:style w:type="paragraph" w:customStyle="1" w:styleId="B4E73214B1F948D88ED0F6AFD1B992F6">
    <w:name w:val="B4E73214B1F948D88ED0F6AFD1B992F6"/>
    <w:rsid w:val="00E93E15"/>
  </w:style>
  <w:style w:type="paragraph" w:customStyle="1" w:styleId="47AE6F7BED2C429BACFAE2570AAA8128">
    <w:name w:val="47AE6F7BED2C429BACFAE2570AAA8128"/>
    <w:rsid w:val="00E93E15"/>
  </w:style>
  <w:style w:type="paragraph" w:customStyle="1" w:styleId="3A684AAF67A947079045086C102CC2B0">
    <w:name w:val="3A684AAF67A947079045086C102CC2B0"/>
    <w:rsid w:val="00E93E15"/>
  </w:style>
  <w:style w:type="paragraph" w:customStyle="1" w:styleId="563C5BCF207044539164933F6874AFC8">
    <w:name w:val="563C5BCF207044539164933F6874AFC8"/>
    <w:rsid w:val="00E93E15"/>
  </w:style>
  <w:style w:type="paragraph" w:customStyle="1" w:styleId="19830753C16F435A9C22930DA6882B1F">
    <w:name w:val="19830753C16F435A9C22930DA6882B1F"/>
    <w:rsid w:val="00E93E15"/>
  </w:style>
  <w:style w:type="paragraph" w:customStyle="1" w:styleId="240721DF0686464C9AE7401EC88175E9">
    <w:name w:val="240721DF0686464C9AE7401EC88175E9"/>
    <w:rsid w:val="00E93E15"/>
  </w:style>
  <w:style w:type="paragraph" w:customStyle="1" w:styleId="F992B1E0B2B44E0EA1375C262E1E8D48">
    <w:name w:val="F992B1E0B2B44E0EA1375C262E1E8D48"/>
    <w:rsid w:val="00E93E15"/>
  </w:style>
  <w:style w:type="paragraph" w:customStyle="1" w:styleId="3DE83EE86CCC4716B325FF9B83F33AB6">
    <w:name w:val="3DE83EE86CCC4716B325FF9B83F33AB6"/>
    <w:rsid w:val="00E93E15"/>
  </w:style>
  <w:style w:type="paragraph" w:customStyle="1" w:styleId="78038E296251478AAB4E89CAA39E0834">
    <w:name w:val="78038E296251478AAB4E89CAA39E0834"/>
    <w:rsid w:val="00E93E15"/>
  </w:style>
  <w:style w:type="paragraph" w:customStyle="1" w:styleId="23C350A4FDA5447195FE34A2D6DED602">
    <w:name w:val="23C350A4FDA5447195FE34A2D6DED602"/>
    <w:rsid w:val="00E93E15"/>
  </w:style>
  <w:style w:type="paragraph" w:customStyle="1" w:styleId="CF7319DF138A40A183E512FCECB07FC5">
    <w:name w:val="CF7319DF138A40A183E512FCECB07FC5"/>
    <w:rsid w:val="00E93E15"/>
  </w:style>
  <w:style w:type="paragraph" w:customStyle="1" w:styleId="FC13C0BBABA5427987D054318977B21C">
    <w:name w:val="FC13C0BBABA5427987D054318977B21C"/>
    <w:rsid w:val="00E93E15"/>
  </w:style>
  <w:style w:type="paragraph" w:customStyle="1" w:styleId="CBB70BE5FE3F4AA2A89B9D3B6BCD90B5">
    <w:name w:val="CBB70BE5FE3F4AA2A89B9D3B6BCD90B5"/>
    <w:rsid w:val="00E93E15"/>
  </w:style>
  <w:style w:type="paragraph" w:customStyle="1" w:styleId="25D4B09B0EFC4C73ABA1DD3FCA7F1B1F">
    <w:name w:val="25D4B09B0EFC4C73ABA1DD3FCA7F1B1F"/>
    <w:rsid w:val="00E93E15"/>
  </w:style>
  <w:style w:type="paragraph" w:customStyle="1" w:styleId="179FB74A39844BA89BEA8B2AFB22C797">
    <w:name w:val="179FB74A39844BA89BEA8B2AFB22C797"/>
    <w:rsid w:val="00E93E15"/>
  </w:style>
  <w:style w:type="paragraph" w:customStyle="1" w:styleId="D10F9F65FE4D42918BDCADAC52C233CF">
    <w:name w:val="D10F9F65FE4D42918BDCADAC52C233CF"/>
    <w:rsid w:val="00E93E15"/>
  </w:style>
  <w:style w:type="paragraph" w:customStyle="1" w:styleId="C734E887F71A4721A46BA87A1899541C">
    <w:name w:val="C734E887F71A4721A46BA87A1899541C"/>
    <w:rsid w:val="00E93E15"/>
  </w:style>
  <w:style w:type="paragraph" w:customStyle="1" w:styleId="23D604CE8DE24FD1AC7C0E62BFDC813C">
    <w:name w:val="23D604CE8DE24FD1AC7C0E62BFDC813C"/>
    <w:rsid w:val="00E93E15"/>
  </w:style>
  <w:style w:type="paragraph" w:customStyle="1" w:styleId="3F7837A3B3A44737BCD26FDBC46A50E9">
    <w:name w:val="3F7837A3B3A44737BCD26FDBC46A50E9"/>
    <w:rsid w:val="00E93E15"/>
  </w:style>
  <w:style w:type="paragraph" w:customStyle="1" w:styleId="EEB99BA2F66B490C8D9685B3CEA1C50B">
    <w:name w:val="EEB99BA2F66B490C8D9685B3CEA1C50B"/>
    <w:rsid w:val="00E93E15"/>
  </w:style>
  <w:style w:type="paragraph" w:customStyle="1" w:styleId="2F28ED4A96324B148641AC50C390825C">
    <w:name w:val="2F28ED4A96324B148641AC50C390825C"/>
    <w:rsid w:val="00E93E15"/>
  </w:style>
  <w:style w:type="paragraph" w:customStyle="1" w:styleId="86165AAFD2A94B59BF8821744660A3F6">
    <w:name w:val="86165AAFD2A94B59BF8821744660A3F6"/>
    <w:rsid w:val="00E93E15"/>
  </w:style>
  <w:style w:type="paragraph" w:customStyle="1" w:styleId="167E1559E00C48C5B5556BE96101FB3F">
    <w:name w:val="167E1559E00C48C5B5556BE96101FB3F"/>
    <w:rsid w:val="00E93E15"/>
  </w:style>
  <w:style w:type="paragraph" w:customStyle="1" w:styleId="A62F693CF0684D5780C9CBA016CA98E3">
    <w:name w:val="A62F693CF0684D5780C9CBA016CA98E3"/>
    <w:rsid w:val="00E93E15"/>
  </w:style>
  <w:style w:type="paragraph" w:customStyle="1" w:styleId="04A7CBCFCC9B487FAD5C57E80794D869">
    <w:name w:val="04A7CBCFCC9B487FAD5C57E80794D869"/>
    <w:rsid w:val="00E93E15"/>
  </w:style>
  <w:style w:type="paragraph" w:customStyle="1" w:styleId="9DA145F535824F13BD52A0FC1C2059AE">
    <w:name w:val="9DA145F535824F13BD52A0FC1C2059AE"/>
    <w:rsid w:val="00E93E15"/>
  </w:style>
  <w:style w:type="paragraph" w:customStyle="1" w:styleId="35F646A358074A8EAA0FD3C64AA94D80">
    <w:name w:val="35F646A358074A8EAA0FD3C64AA94D80"/>
    <w:rsid w:val="00E93E15"/>
  </w:style>
  <w:style w:type="paragraph" w:customStyle="1" w:styleId="858582453E694DE18F0D83B33A31180D">
    <w:name w:val="858582453E694DE18F0D83B33A31180D"/>
    <w:rsid w:val="00E93E15"/>
  </w:style>
  <w:style w:type="paragraph" w:customStyle="1" w:styleId="7591A3CEB0CF44CA829DC529712762D5">
    <w:name w:val="7591A3CEB0CF44CA829DC529712762D5"/>
    <w:rsid w:val="00E93E15"/>
  </w:style>
  <w:style w:type="paragraph" w:customStyle="1" w:styleId="424FC33EBFD04CFCB05F4E1EC251A56F">
    <w:name w:val="424FC33EBFD04CFCB05F4E1EC251A56F"/>
    <w:rsid w:val="00E93E15"/>
  </w:style>
  <w:style w:type="paragraph" w:customStyle="1" w:styleId="4E39395637AE4EF9B47EEBD8F0FB9DA4">
    <w:name w:val="4E39395637AE4EF9B47EEBD8F0FB9DA4"/>
    <w:rsid w:val="00E93E15"/>
  </w:style>
  <w:style w:type="paragraph" w:customStyle="1" w:styleId="6349F57A6C4247888AB8DA23F91BD2BE">
    <w:name w:val="6349F57A6C4247888AB8DA23F91BD2BE"/>
    <w:rsid w:val="00E93E15"/>
  </w:style>
  <w:style w:type="paragraph" w:customStyle="1" w:styleId="AC9312B00E2C4D1AA0979561E4754E6C">
    <w:name w:val="AC9312B00E2C4D1AA0979561E4754E6C"/>
    <w:rsid w:val="00E93E15"/>
  </w:style>
  <w:style w:type="paragraph" w:customStyle="1" w:styleId="184FA291A7FA49479B872B7D61105EF6">
    <w:name w:val="184FA291A7FA49479B872B7D61105EF6"/>
    <w:rsid w:val="00E93E15"/>
  </w:style>
  <w:style w:type="paragraph" w:customStyle="1" w:styleId="92D0C7473F9E4868BFD43493447EC2E7">
    <w:name w:val="92D0C7473F9E4868BFD43493447EC2E7"/>
    <w:rsid w:val="00E93E15"/>
  </w:style>
  <w:style w:type="paragraph" w:customStyle="1" w:styleId="669757814DD240279B64E51A7675AF49">
    <w:name w:val="669757814DD240279B64E51A7675AF49"/>
    <w:rsid w:val="00E93E15"/>
  </w:style>
  <w:style w:type="paragraph" w:customStyle="1" w:styleId="AECDE91404074DB7AEBBB00AE08BA635">
    <w:name w:val="AECDE91404074DB7AEBBB00AE08BA635"/>
    <w:rsid w:val="00E93E15"/>
  </w:style>
  <w:style w:type="paragraph" w:customStyle="1" w:styleId="09422413791847F992340340FB803DD5">
    <w:name w:val="09422413791847F992340340FB803DD5"/>
    <w:rsid w:val="00E93E15"/>
  </w:style>
  <w:style w:type="paragraph" w:customStyle="1" w:styleId="E11A814CD548448097C3346A860D7014">
    <w:name w:val="E11A814CD548448097C3346A860D7014"/>
    <w:rsid w:val="00E93E15"/>
  </w:style>
  <w:style w:type="paragraph" w:customStyle="1" w:styleId="9B541F4EAD14489697D0767184AF5882">
    <w:name w:val="9B541F4EAD14489697D0767184AF5882"/>
    <w:rsid w:val="00E93E15"/>
  </w:style>
  <w:style w:type="paragraph" w:customStyle="1" w:styleId="AF5D30C012D9405DBAFB0B23A2D52B01">
    <w:name w:val="AF5D30C012D9405DBAFB0B23A2D52B01"/>
    <w:rsid w:val="00E93E15"/>
  </w:style>
  <w:style w:type="paragraph" w:customStyle="1" w:styleId="03C8784218D748D3BA8B06BAEC90AF7A">
    <w:name w:val="03C8784218D748D3BA8B06BAEC90AF7A"/>
    <w:rsid w:val="00E93E15"/>
  </w:style>
  <w:style w:type="paragraph" w:customStyle="1" w:styleId="0CA58E2D772645CBBBB8A3FCFEBA5D7D">
    <w:name w:val="0CA58E2D772645CBBBB8A3FCFEBA5D7D"/>
    <w:rsid w:val="00E93E15"/>
  </w:style>
  <w:style w:type="paragraph" w:customStyle="1" w:styleId="970F452A497F4CCEA79C2DE09179E48B">
    <w:name w:val="970F452A497F4CCEA79C2DE09179E48B"/>
    <w:rsid w:val="00E93E15"/>
  </w:style>
  <w:style w:type="paragraph" w:customStyle="1" w:styleId="8EFEACA92A2F4BB3A9F828885BA33137">
    <w:name w:val="8EFEACA92A2F4BB3A9F828885BA33137"/>
    <w:rsid w:val="00E93E15"/>
  </w:style>
  <w:style w:type="paragraph" w:customStyle="1" w:styleId="72D9126FFEC04321ADD9E5B3864EF660">
    <w:name w:val="72D9126FFEC04321ADD9E5B3864EF660"/>
    <w:rsid w:val="00E93E15"/>
  </w:style>
  <w:style w:type="paragraph" w:customStyle="1" w:styleId="1A35B4EE784B4475B14E3170C56F34C9">
    <w:name w:val="1A35B4EE784B4475B14E3170C56F34C9"/>
    <w:rsid w:val="00E93E15"/>
  </w:style>
  <w:style w:type="paragraph" w:customStyle="1" w:styleId="BF928EB9EF2D44A289B03447439D77DA">
    <w:name w:val="BF928EB9EF2D44A289B03447439D77DA"/>
    <w:rsid w:val="00E93E15"/>
  </w:style>
  <w:style w:type="paragraph" w:customStyle="1" w:styleId="F007325B6F164AE49E69DA0C5215BAE6">
    <w:name w:val="F007325B6F164AE49E69DA0C5215BAE6"/>
    <w:rsid w:val="00E93E15"/>
  </w:style>
  <w:style w:type="paragraph" w:customStyle="1" w:styleId="A18DADDC330C495DB4F117E2F394E219">
    <w:name w:val="A18DADDC330C495DB4F117E2F394E219"/>
    <w:rsid w:val="00E93E15"/>
  </w:style>
  <w:style w:type="paragraph" w:customStyle="1" w:styleId="DF12440479CC45ECB66F25F1C8FE66C0">
    <w:name w:val="DF12440479CC45ECB66F25F1C8FE66C0"/>
    <w:rsid w:val="00E93E15"/>
  </w:style>
  <w:style w:type="paragraph" w:customStyle="1" w:styleId="A012F016D1E3429E95D01FD280503539">
    <w:name w:val="A012F016D1E3429E95D01FD280503539"/>
    <w:rsid w:val="00E93E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97CDCBC-6A12-45CA-9383-F28B51D6A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20</TotalTime>
  <Pages>13</Pages>
  <Words>1947</Words>
  <Characters>11491</Characters>
  <Application>Microsoft Office Word</Application>
  <DocSecurity>0</DocSecurity>
  <Lines>95</Lines>
  <Paragraphs>26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Lepešková Marie, Bc.</cp:lastModifiedBy>
  <cp:revision>9</cp:revision>
  <cp:lastPrinted>2017-11-28T17:18:00Z</cp:lastPrinted>
  <dcterms:created xsi:type="dcterms:W3CDTF">2023-06-28T06:16:00Z</dcterms:created>
  <dcterms:modified xsi:type="dcterms:W3CDTF">2023-07-03T16:04:00Z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